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1A0" w:rsidRPr="00054628" w:rsidRDefault="004B31A0" w:rsidP="00440631">
      <w:pPr>
        <w:pStyle w:val="Nagwek3"/>
        <w:jc w:val="right"/>
        <w:rPr>
          <w:b w:val="0"/>
          <w:bCs w:val="0"/>
          <w:color w:val="000000"/>
          <w:sz w:val="22"/>
          <w:szCs w:val="22"/>
          <w:u w:val="single"/>
        </w:rPr>
      </w:pPr>
      <w:r>
        <w:rPr>
          <w:b w:val="0"/>
          <w:bCs w:val="0"/>
          <w:color w:val="000000"/>
          <w:sz w:val="22"/>
          <w:szCs w:val="22"/>
          <w:u w:val="single"/>
        </w:rPr>
        <w:t>Zał. nr 1d</w:t>
      </w:r>
    </w:p>
    <w:p w:rsidR="004B31A0" w:rsidRDefault="004B31A0" w:rsidP="00440631">
      <w:pPr>
        <w:keepLines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</w:t>
      </w:r>
    </w:p>
    <w:p w:rsidR="004B31A0" w:rsidRDefault="004B31A0" w:rsidP="00440631">
      <w:pPr>
        <w:keepLines/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(dane adresowe firmy Wykonawcy)</w:t>
      </w:r>
    </w:p>
    <w:p w:rsidR="004B31A0" w:rsidRDefault="004B31A0" w:rsidP="00440631">
      <w:pPr>
        <w:pStyle w:val="Nagwek3"/>
        <w:jc w:val="right"/>
        <w:rPr>
          <w:b w:val="0"/>
          <w:bCs w:val="0"/>
          <w:sz w:val="4"/>
          <w:szCs w:val="4"/>
          <w:u w:val="single"/>
        </w:rPr>
      </w:pPr>
    </w:p>
    <w:p w:rsidR="004B31A0" w:rsidRDefault="004B31A0" w:rsidP="00440631">
      <w:pPr>
        <w:pStyle w:val="Nagwek3"/>
        <w:jc w:val="left"/>
        <w:rPr>
          <w:sz w:val="4"/>
          <w:szCs w:val="4"/>
        </w:rPr>
      </w:pPr>
    </w:p>
    <w:p w:rsidR="004B31A0" w:rsidRPr="00D012D7" w:rsidRDefault="004B31A0" w:rsidP="006665A9">
      <w:pPr>
        <w:pStyle w:val="BodyText"/>
        <w:spacing w:after="0"/>
        <w:jc w:val="center"/>
        <w:rPr>
          <w:b/>
          <w:bCs/>
          <w:sz w:val="28"/>
          <w:szCs w:val="28"/>
          <w:lang w:eastAsia="zh-CN"/>
        </w:rPr>
      </w:pPr>
      <w:r w:rsidRPr="00D012D7">
        <w:rPr>
          <w:b/>
          <w:bCs/>
          <w:sz w:val="28"/>
          <w:szCs w:val="28"/>
          <w:lang w:eastAsia="zh-CN"/>
        </w:rPr>
        <w:t>FORMULARZ CENOWY</w:t>
      </w:r>
    </w:p>
    <w:p w:rsidR="004B31A0" w:rsidRDefault="004B31A0" w:rsidP="000E60DF">
      <w:pPr>
        <w:spacing w:after="0" w:line="240" w:lineRule="auto"/>
        <w:jc w:val="center"/>
        <w:rPr>
          <w:b/>
          <w:bCs/>
          <w:lang w:eastAsia="zh-CN"/>
        </w:rPr>
      </w:pPr>
      <w:r w:rsidRPr="000E60DF">
        <w:rPr>
          <w:b/>
          <w:bCs/>
          <w:lang w:eastAsia="zh-CN"/>
        </w:rPr>
        <w:t xml:space="preserve">CZ. IV. - ŚWIADCZENIE USŁUG ZAGOSPODAROWANIA POPIOŁÓW I ŻUŻLI Z TERENU </w:t>
      </w:r>
    </w:p>
    <w:p w:rsidR="004B31A0" w:rsidRPr="000E60DF" w:rsidRDefault="004B31A0" w:rsidP="000E60DF">
      <w:pPr>
        <w:spacing w:after="0" w:line="240" w:lineRule="auto"/>
        <w:jc w:val="center"/>
        <w:rPr>
          <w:b/>
          <w:bCs/>
          <w:lang w:eastAsia="zh-CN"/>
        </w:rPr>
      </w:pPr>
      <w:r w:rsidRPr="000E60DF">
        <w:rPr>
          <w:b/>
          <w:bCs/>
          <w:lang w:eastAsia="zh-CN"/>
        </w:rPr>
        <w:t>ZWIĄZKU MIĘDZYGMINNEGO EKO SIÓDEMKA</w:t>
      </w:r>
    </w:p>
    <w:p w:rsidR="004B31A0" w:rsidRDefault="004B31A0" w:rsidP="000E60DF">
      <w:pPr>
        <w:pStyle w:val="BodyText"/>
        <w:spacing w:after="0"/>
        <w:rPr>
          <w:b/>
          <w:bCs/>
          <w:sz w:val="28"/>
          <w:szCs w:val="28"/>
          <w:lang w:eastAsia="zh-CN"/>
        </w:rPr>
      </w:pPr>
    </w:p>
    <w:tbl>
      <w:tblPr>
        <w:tblW w:w="14055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582"/>
        <w:gridCol w:w="7229"/>
        <w:gridCol w:w="1204"/>
        <w:gridCol w:w="71"/>
        <w:gridCol w:w="1644"/>
        <w:gridCol w:w="57"/>
        <w:gridCol w:w="1418"/>
        <w:gridCol w:w="1850"/>
      </w:tblGrid>
      <w:tr w:rsidR="004B31A0" w:rsidRPr="00C47589">
        <w:trPr>
          <w:trHeight w:val="93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31A0" w:rsidRPr="00FE4800" w:rsidRDefault="004B31A0" w:rsidP="00FE4800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FE4800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1A0" w:rsidRPr="00FE4800" w:rsidRDefault="004B31A0" w:rsidP="00FE4800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FE4800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Wyszczególnienie</w:t>
            </w:r>
          </w:p>
        </w:tc>
        <w:tc>
          <w:tcPr>
            <w:tcW w:w="1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1A0" w:rsidRPr="00FE4800" w:rsidRDefault="004B31A0" w:rsidP="00FE4800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FE4800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17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1A0" w:rsidRPr="00FE4800" w:rsidRDefault="004B31A0" w:rsidP="00FE4800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FE4800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Wielkość szacunkowa w Mg</w:t>
            </w:r>
          </w:p>
        </w:tc>
        <w:tc>
          <w:tcPr>
            <w:tcW w:w="14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1A0" w:rsidRPr="00FE4800" w:rsidRDefault="004B31A0" w:rsidP="00FE4800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FE4800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Cena za 1 Mg (netto)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31A0" w:rsidRPr="00FE4800" w:rsidRDefault="004B31A0" w:rsidP="00FE4800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FE4800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 xml:space="preserve">Wartość </w:t>
            </w:r>
          </w:p>
        </w:tc>
      </w:tr>
      <w:tr w:rsidR="004B31A0" w:rsidRPr="00B963F2">
        <w:trPr>
          <w:trHeight w:val="315"/>
        </w:trPr>
        <w:tc>
          <w:tcPr>
            <w:tcW w:w="1405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4B31A0" w:rsidRPr="00FE4800" w:rsidRDefault="004B31A0" w:rsidP="00FE4800">
            <w:pPr>
              <w:spacing w:after="0" w:line="240" w:lineRule="auto"/>
              <w:ind w:left="306" w:hanging="306"/>
              <w:rPr>
                <w:rFonts w:ascii="Calibri" w:hAnsi="Calibri" w:cs="Calibri"/>
                <w:color w:val="000000"/>
                <w:lang w:eastAsia="pl-PL"/>
              </w:rPr>
            </w:pPr>
            <w:r w:rsidRPr="00FE4800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I.  ZAGOSPODAROWANIE ODPADÓW POPIOŁU I ŻUŻLU Z TERENU ZWIĄZKU MIĘDZYGMINNEGO „EKO SIÓDEMKA”</w:t>
            </w:r>
          </w:p>
        </w:tc>
      </w:tr>
      <w:tr w:rsidR="004B31A0" w:rsidRPr="0018484F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B31A0" w:rsidRPr="00FE4800" w:rsidRDefault="004B31A0" w:rsidP="00FE48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B31A0" w:rsidRPr="008A5E05" w:rsidRDefault="004B31A0" w:rsidP="008A5E0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8A5E05">
              <w:rPr>
                <w:rFonts w:ascii="Calibri" w:hAnsi="Calibri" w:cs="Calibri"/>
                <w:color w:val="000000"/>
                <w:lang w:eastAsia="pl-PL"/>
              </w:rPr>
              <w:t>Zagospodarowanie popiołu i żużlu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B31A0" w:rsidRPr="008A5E05" w:rsidRDefault="004B31A0" w:rsidP="008A5E05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8A5E05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1 Mg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B31A0" w:rsidRPr="008A5E05" w:rsidRDefault="004B31A0" w:rsidP="008A5E0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8A5E05">
              <w:rPr>
                <w:rFonts w:ascii="Calibri" w:hAnsi="Calibri" w:cs="Calibri"/>
                <w:color w:val="000000"/>
              </w:rPr>
              <w:t>3350,0000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B31A0" w:rsidRPr="008A5E05" w:rsidRDefault="004B31A0" w:rsidP="008A5E0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B31A0" w:rsidRPr="008A5E05" w:rsidRDefault="004B31A0" w:rsidP="008A5E0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4B31A0" w:rsidRPr="0018484F">
        <w:trPr>
          <w:trHeight w:val="420"/>
        </w:trPr>
        <w:tc>
          <w:tcPr>
            <w:tcW w:w="1220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B31A0" w:rsidRPr="008A5E05" w:rsidRDefault="004B31A0" w:rsidP="008A5E05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bookmarkStart w:id="0" w:name="_GoBack"/>
            <w:bookmarkEnd w:id="0"/>
            <w:r w:rsidRPr="008A5E05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WARTOŚĆ ZAMÓWIENIA NETTO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B31A0" w:rsidRPr="008A5E05" w:rsidRDefault="004B31A0" w:rsidP="008A5E0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4B31A0" w:rsidRPr="0018484F">
        <w:trPr>
          <w:trHeight w:val="420"/>
        </w:trPr>
        <w:tc>
          <w:tcPr>
            <w:tcW w:w="1220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B31A0" w:rsidRPr="008A5E05" w:rsidRDefault="004B31A0" w:rsidP="008A5E05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8A5E05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PODATEK VAT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B31A0" w:rsidRPr="008A5E05" w:rsidRDefault="004B31A0" w:rsidP="008A5E0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4B31A0" w:rsidRPr="0018484F">
        <w:trPr>
          <w:trHeight w:val="420"/>
        </w:trPr>
        <w:tc>
          <w:tcPr>
            <w:tcW w:w="1220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B31A0" w:rsidRPr="008A5E05" w:rsidRDefault="004B31A0" w:rsidP="008A5E05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8A5E05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WARTOŚĆ ZAMÓWIENIA BRUTTO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B31A0" w:rsidRPr="008A5E05" w:rsidRDefault="004B31A0" w:rsidP="008A5E0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</w:tbl>
    <w:p w:rsidR="004B31A0" w:rsidRDefault="004B31A0" w:rsidP="00440631">
      <w:pPr>
        <w:rPr>
          <w:rFonts w:ascii="Calibri" w:hAnsi="Calibri" w:cs="Calibri"/>
          <w:sz w:val="20"/>
          <w:szCs w:val="20"/>
        </w:rPr>
      </w:pPr>
    </w:p>
    <w:p w:rsidR="004B31A0" w:rsidRDefault="004B31A0" w:rsidP="00440631">
      <w:pPr>
        <w:rPr>
          <w:rFonts w:ascii="Calibri" w:hAnsi="Calibri" w:cs="Calibri"/>
          <w:sz w:val="20"/>
          <w:szCs w:val="20"/>
        </w:rPr>
      </w:pPr>
    </w:p>
    <w:p w:rsidR="004B31A0" w:rsidRPr="00CA71AF" w:rsidRDefault="004B31A0" w:rsidP="000E60DF">
      <w:pPr>
        <w:pStyle w:val="BodyText"/>
        <w:jc w:val="both"/>
        <w:rPr>
          <w:b/>
          <w:bCs/>
        </w:rPr>
      </w:pPr>
      <w:r w:rsidRPr="00CA71AF">
        <w:rPr>
          <w:b/>
          <w:bCs/>
        </w:rPr>
        <w:t xml:space="preserve">Uwaga: Plik należy podpisać kwalifikowanym podpisem elektronicznym lub podpisem zaufanym (ePUAP) lub podpisem osobistym </w:t>
      </w:r>
      <w:r>
        <w:rPr>
          <w:b/>
          <w:bCs/>
        </w:rPr>
        <w:t xml:space="preserve">                        (e-dowód</w:t>
      </w:r>
      <w:r w:rsidRPr="00CA71AF">
        <w:rPr>
          <w:b/>
          <w:bCs/>
        </w:rPr>
        <w:t xml:space="preserve">  z warstwą cyfrową).</w:t>
      </w:r>
    </w:p>
    <w:p w:rsidR="004B31A0" w:rsidRDefault="004B31A0"/>
    <w:sectPr w:rsidR="004B31A0" w:rsidSect="004406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C5BC3"/>
    <w:multiLevelType w:val="hybridMultilevel"/>
    <w:tmpl w:val="0AF4946A"/>
    <w:lvl w:ilvl="0" w:tplc="CE5642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DC4ED6"/>
    <w:multiLevelType w:val="hybridMultilevel"/>
    <w:tmpl w:val="390CEF26"/>
    <w:lvl w:ilvl="0" w:tplc="CE5642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E43EF"/>
    <w:multiLevelType w:val="hybridMultilevel"/>
    <w:tmpl w:val="F012AA14"/>
    <w:lvl w:ilvl="0" w:tplc="CE5642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209"/>
    <w:rsid w:val="00000664"/>
    <w:rsid w:val="00001B89"/>
    <w:rsid w:val="00003D25"/>
    <w:rsid w:val="000046E1"/>
    <w:rsid w:val="000052B3"/>
    <w:rsid w:val="00005950"/>
    <w:rsid w:val="0000675A"/>
    <w:rsid w:val="00011E79"/>
    <w:rsid w:val="00012158"/>
    <w:rsid w:val="00013F5C"/>
    <w:rsid w:val="00014684"/>
    <w:rsid w:val="00015830"/>
    <w:rsid w:val="00015EAF"/>
    <w:rsid w:val="000168AC"/>
    <w:rsid w:val="000168F1"/>
    <w:rsid w:val="00016A99"/>
    <w:rsid w:val="00016DE2"/>
    <w:rsid w:val="00020FC4"/>
    <w:rsid w:val="000211D1"/>
    <w:rsid w:val="000231B2"/>
    <w:rsid w:val="000244BF"/>
    <w:rsid w:val="00024CFA"/>
    <w:rsid w:val="00024E58"/>
    <w:rsid w:val="00025C23"/>
    <w:rsid w:val="00026279"/>
    <w:rsid w:val="00027820"/>
    <w:rsid w:val="0003124A"/>
    <w:rsid w:val="000318B4"/>
    <w:rsid w:val="00032B4D"/>
    <w:rsid w:val="0003367A"/>
    <w:rsid w:val="00033EEF"/>
    <w:rsid w:val="00035709"/>
    <w:rsid w:val="00035C82"/>
    <w:rsid w:val="00037927"/>
    <w:rsid w:val="0004092C"/>
    <w:rsid w:val="0004272B"/>
    <w:rsid w:val="00043337"/>
    <w:rsid w:val="0004513A"/>
    <w:rsid w:val="00045800"/>
    <w:rsid w:val="00045B89"/>
    <w:rsid w:val="000508AE"/>
    <w:rsid w:val="00051B9E"/>
    <w:rsid w:val="000538BC"/>
    <w:rsid w:val="000545E7"/>
    <w:rsid w:val="00054628"/>
    <w:rsid w:val="00055BB6"/>
    <w:rsid w:val="000574CB"/>
    <w:rsid w:val="000619FC"/>
    <w:rsid w:val="00064475"/>
    <w:rsid w:val="00065685"/>
    <w:rsid w:val="00067DB4"/>
    <w:rsid w:val="000716BC"/>
    <w:rsid w:val="00074DD3"/>
    <w:rsid w:val="0007508E"/>
    <w:rsid w:val="0007535E"/>
    <w:rsid w:val="000809A3"/>
    <w:rsid w:val="00081046"/>
    <w:rsid w:val="000820BE"/>
    <w:rsid w:val="0008303C"/>
    <w:rsid w:val="0008334F"/>
    <w:rsid w:val="0008371E"/>
    <w:rsid w:val="0008430C"/>
    <w:rsid w:val="000855F5"/>
    <w:rsid w:val="000856A2"/>
    <w:rsid w:val="00085F93"/>
    <w:rsid w:val="00085F94"/>
    <w:rsid w:val="00090827"/>
    <w:rsid w:val="00091BAC"/>
    <w:rsid w:val="00092AEA"/>
    <w:rsid w:val="0009568C"/>
    <w:rsid w:val="0009600C"/>
    <w:rsid w:val="000960B0"/>
    <w:rsid w:val="00097D25"/>
    <w:rsid w:val="000A0B0D"/>
    <w:rsid w:val="000A2134"/>
    <w:rsid w:val="000A30E8"/>
    <w:rsid w:val="000A37A0"/>
    <w:rsid w:val="000A3C1D"/>
    <w:rsid w:val="000A5F89"/>
    <w:rsid w:val="000A5F9B"/>
    <w:rsid w:val="000A6044"/>
    <w:rsid w:val="000A6FEF"/>
    <w:rsid w:val="000B01C8"/>
    <w:rsid w:val="000B0AB6"/>
    <w:rsid w:val="000B1C8B"/>
    <w:rsid w:val="000B28EE"/>
    <w:rsid w:val="000B2D2B"/>
    <w:rsid w:val="000B4122"/>
    <w:rsid w:val="000B4DEA"/>
    <w:rsid w:val="000B6AF7"/>
    <w:rsid w:val="000C0716"/>
    <w:rsid w:val="000C1643"/>
    <w:rsid w:val="000C1CC7"/>
    <w:rsid w:val="000C2821"/>
    <w:rsid w:val="000C2A18"/>
    <w:rsid w:val="000C3239"/>
    <w:rsid w:val="000C3876"/>
    <w:rsid w:val="000C3914"/>
    <w:rsid w:val="000C77B2"/>
    <w:rsid w:val="000D0ECF"/>
    <w:rsid w:val="000D18A7"/>
    <w:rsid w:val="000D18A9"/>
    <w:rsid w:val="000D3083"/>
    <w:rsid w:val="000D3174"/>
    <w:rsid w:val="000D3810"/>
    <w:rsid w:val="000D5C58"/>
    <w:rsid w:val="000D77C9"/>
    <w:rsid w:val="000E0EBB"/>
    <w:rsid w:val="000E60DF"/>
    <w:rsid w:val="000E6C33"/>
    <w:rsid w:val="000F002E"/>
    <w:rsid w:val="000F0FBC"/>
    <w:rsid w:val="000F29AF"/>
    <w:rsid w:val="000F391F"/>
    <w:rsid w:val="000F4101"/>
    <w:rsid w:val="000F4E6A"/>
    <w:rsid w:val="000F50BA"/>
    <w:rsid w:val="000F58D1"/>
    <w:rsid w:val="000F6433"/>
    <w:rsid w:val="001025CE"/>
    <w:rsid w:val="00102EE4"/>
    <w:rsid w:val="00105472"/>
    <w:rsid w:val="00105CB8"/>
    <w:rsid w:val="00106385"/>
    <w:rsid w:val="00106D56"/>
    <w:rsid w:val="00107B52"/>
    <w:rsid w:val="00110092"/>
    <w:rsid w:val="0011121E"/>
    <w:rsid w:val="001118FF"/>
    <w:rsid w:val="00111A74"/>
    <w:rsid w:val="00113027"/>
    <w:rsid w:val="0011389D"/>
    <w:rsid w:val="0011389F"/>
    <w:rsid w:val="001141F2"/>
    <w:rsid w:val="00115A81"/>
    <w:rsid w:val="0011696B"/>
    <w:rsid w:val="00120D8C"/>
    <w:rsid w:val="001213C1"/>
    <w:rsid w:val="001217C4"/>
    <w:rsid w:val="0012403C"/>
    <w:rsid w:val="00125C4A"/>
    <w:rsid w:val="00126C93"/>
    <w:rsid w:val="00130589"/>
    <w:rsid w:val="001335ED"/>
    <w:rsid w:val="00133827"/>
    <w:rsid w:val="001359A2"/>
    <w:rsid w:val="001423A0"/>
    <w:rsid w:val="00142E36"/>
    <w:rsid w:val="00143286"/>
    <w:rsid w:val="00144F03"/>
    <w:rsid w:val="00145C80"/>
    <w:rsid w:val="00146243"/>
    <w:rsid w:val="001462C0"/>
    <w:rsid w:val="00147753"/>
    <w:rsid w:val="00151215"/>
    <w:rsid w:val="00151770"/>
    <w:rsid w:val="00152057"/>
    <w:rsid w:val="0015230F"/>
    <w:rsid w:val="00152E99"/>
    <w:rsid w:val="00152FED"/>
    <w:rsid w:val="00153495"/>
    <w:rsid w:val="0015439A"/>
    <w:rsid w:val="00155B65"/>
    <w:rsid w:val="001566C9"/>
    <w:rsid w:val="001568B3"/>
    <w:rsid w:val="001579CC"/>
    <w:rsid w:val="00157B1B"/>
    <w:rsid w:val="001606A2"/>
    <w:rsid w:val="00161C2B"/>
    <w:rsid w:val="00162AE2"/>
    <w:rsid w:val="001634BB"/>
    <w:rsid w:val="0016406C"/>
    <w:rsid w:val="00164220"/>
    <w:rsid w:val="00164871"/>
    <w:rsid w:val="00166BB1"/>
    <w:rsid w:val="00167320"/>
    <w:rsid w:val="00167DFA"/>
    <w:rsid w:val="00172CCF"/>
    <w:rsid w:val="00174E3B"/>
    <w:rsid w:val="00176E6A"/>
    <w:rsid w:val="00180DF6"/>
    <w:rsid w:val="001815E9"/>
    <w:rsid w:val="00181BAD"/>
    <w:rsid w:val="001823C0"/>
    <w:rsid w:val="00182FE2"/>
    <w:rsid w:val="00184720"/>
    <w:rsid w:val="0018484F"/>
    <w:rsid w:val="00186E42"/>
    <w:rsid w:val="0018739A"/>
    <w:rsid w:val="00187E28"/>
    <w:rsid w:val="00190289"/>
    <w:rsid w:val="00190B68"/>
    <w:rsid w:val="00190C30"/>
    <w:rsid w:val="00194DC4"/>
    <w:rsid w:val="00195B21"/>
    <w:rsid w:val="001971F3"/>
    <w:rsid w:val="001A0D92"/>
    <w:rsid w:val="001A2536"/>
    <w:rsid w:val="001A2708"/>
    <w:rsid w:val="001A43F7"/>
    <w:rsid w:val="001A6A72"/>
    <w:rsid w:val="001A6C91"/>
    <w:rsid w:val="001A78C7"/>
    <w:rsid w:val="001A7DAC"/>
    <w:rsid w:val="001B1CC9"/>
    <w:rsid w:val="001B2FF4"/>
    <w:rsid w:val="001B401D"/>
    <w:rsid w:val="001B4555"/>
    <w:rsid w:val="001B4726"/>
    <w:rsid w:val="001B4A5C"/>
    <w:rsid w:val="001B5D04"/>
    <w:rsid w:val="001B5F84"/>
    <w:rsid w:val="001B6656"/>
    <w:rsid w:val="001B74C5"/>
    <w:rsid w:val="001B780A"/>
    <w:rsid w:val="001B7EA6"/>
    <w:rsid w:val="001C0A20"/>
    <w:rsid w:val="001C0B64"/>
    <w:rsid w:val="001C2838"/>
    <w:rsid w:val="001C6E6B"/>
    <w:rsid w:val="001D32F0"/>
    <w:rsid w:val="001D3E8A"/>
    <w:rsid w:val="001D7496"/>
    <w:rsid w:val="001D7F8B"/>
    <w:rsid w:val="001E01F2"/>
    <w:rsid w:val="001E2F09"/>
    <w:rsid w:val="001E54EC"/>
    <w:rsid w:val="001E55B7"/>
    <w:rsid w:val="001F0310"/>
    <w:rsid w:val="001F058C"/>
    <w:rsid w:val="001F0A0D"/>
    <w:rsid w:val="001F213A"/>
    <w:rsid w:val="001F283B"/>
    <w:rsid w:val="001F3514"/>
    <w:rsid w:val="001F37F6"/>
    <w:rsid w:val="001F3D56"/>
    <w:rsid w:val="001F7C0D"/>
    <w:rsid w:val="002008E1"/>
    <w:rsid w:val="0020163C"/>
    <w:rsid w:val="00202E54"/>
    <w:rsid w:val="00204818"/>
    <w:rsid w:val="0020635D"/>
    <w:rsid w:val="00206FE7"/>
    <w:rsid w:val="00211D80"/>
    <w:rsid w:val="002133EF"/>
    <w:rsid w:val="00214A53"/>
    <w:rsid w:val="00215B3E"/>
    <w:rsid w:val="0021681F"/>
    <w:rsid w:val="00216C4B"/>
    <w:rsid w:val="00217102"/>
    <w:rsid w:val="0021751B"/>
    <w:rsid w:val="002229E2"/>
    <w:rsid w:val="00222CEC"/>
    <w:rsid w:val="00222F29"/>
    <w:rsid w:val="00230F2C"/>
    <w:rsid w:val="00231D92"/>
    <w:rsid w:val="00232591"/>
    <w:rsid w:val="00233768"/>
    <w:rsid w:val="00234C88"/>
    <w:rsid w:val="00236F9A"/>
    <w:rsid w:val="002379B4"/>
    <w:rsid w:val="002412C5"/>
    <w:rsid w:val="00243BBB"/>
    <w:rsid w:val="0024434D"/>
    <w:rsid w:val="002459C3"/>
    <w:rsid w:val="00245B1C"/>
    <w:rsid w:val="00246904"/>
    <w:rsid w:val="00246A94"/>
    <w:rsid w:val="002505F8"/>
    <w:rsid w:val="002521C2"/>
    <w:rsid w:val="00253686"/>
    <w:rsid w:val="0025421E"/>
    <w:rsid w:val="00255267"/>
    <w:rsid w:val="00256028"/>
    <w:rsid w:val="002570C5"/>
    <w:rsid w:val="00260A10"/>
    <w:rsid w:val="002612BB"/>
    <w:rsid w:val="002616D9"/>
    <w:rsid w:val="00261801"/>
    <w:rsid w:val="002629F2"/>
    <w:rsid w:val="00263C84"/>
    <w:rsid w:val="00264CD2"/>
    <w:rsid w:val="0026525C"/>
    <w:rsid w:val="00265CBE"/>
    <w:rsid w:val="00270710"/>
    <w:rsid w:val="00271A32"/>
    <w:rsid w:val="00273A87"/>
    <w:rsid w:val="00274D10"/>
    <w:rsid w:val="00280063"/>
    <w:rsid w:val="00280C2E"/>
    <w:rsid w:val="002821B3"/>
    <w:rsid w:val="002832BC"/>
    <w:rsid w:val="002855AB"/>
    <w:rsid w:val="002858C3"/>
    <w:rsid w:val="00285E72"/>
    <w:rsid w:val="00285F2D"/>
    <w:rsid w:val="002878E7"/>
    <w:rsid w:val="002902B8"/>
    <w:rsid w:val="00290C63"/>
    <w:rsid w:val="00290D15"/>
    <w:rsid w:val="00291F25"/>
    <w:rsid w:val="002964CD"/>
    <w:rsid w:val="00296CA8"/>
    <w:rsid w:val="002A1839"/>
    <w:rsid w:val="002A325B"/>
    <w:rsid w:val="002A51BB"/>
    <w:rsid w:val="002A71CB"/>
    <w:rsid w:val="002B00A8"/>
    <w:rsid w:val="002B1730"/>
    <w:rsid w:val="002B2F75"/>
    <w:rsid w:val="002B32D8"/>
    <w:rsid w:val="002B3CE6"/>
    <w:rsid w:val="002B5129"/>
    <w:rsid w:val="002B558B"/>
    <w:rsid w:val="002B58EF"/>
    <w:rsid w:val="002B60D6"/>
    <w:rsid w:val="002B678B"/>
    <w:rsid w:val="002B681D"/>
    <w:rsid w:val="002B730E"/>
    <w:rsid w:val="002C0501"/>
    <w:rsid w:val="002C0DB8"/>
    <w:rsid w:val="002C1206"/>
    <w:rsid w:val="002C1FBA"/>
    <w:rsid w:val="002C2305"/>
    <w:rsid w:val="002C258F"/>
    <w:rsid w:val="002C4341"/>
    <w:rsid w:val="002C517A"/>
    <w:rsid w:val="002C5AA5"/>
    <w:rsid w:val="002C6192"/>
    <w:rsid w:val="002D023F"/>
    <w:rsid w:val="002D1A3F"/>
    <w:rsid w:val="002D2883"/>
    <w:rsid w:val="002D39F2"/>
    <w:rsid w:val="002D45DE"/>
    <w:rsid w:val="002D6D60"/>
    <w:rsid w:val="002D772C"/>
    <w:rsid w:val="002D7919"/>
    <w:rsid w:val="002E052C"/>
    <w:rsid w:val="002E0A9D"/>
    <w:rsid w:val="002E55E8"/>
    <w:rsid w:val="002E631B"/>
    <w:rsid w:val="002E657B"/>
    <w:rsid w:val="002E678F"/>
    <w:rsid w:val="002E73F2"/>
    <w:rsid w:val="002F03CD"/>
    <w:rsid w:val="002F0851"/>
    <w:rsid w:val="002F114E"/>
    <w:rsid w:val="002F1FAD"/>
    <w:rsid w:val="002F22DC"/>
    <w:rsid w:val="002F2F00"/>
    <w:rsid w:val="002F607C"/>
    <w:rsid w:val="002F7795"/>
    <w:rsid w:val="002F7872"/>
    <w:rsid w:val="002F7D5B"/>
    <w:rsid w:val="00301983"/>
    <w:rsid w:val="0030235C"/>
    <w:rsid w:val="003045CC"/>
    <w:rsid w:val="00305D86"/>
    <w:rsid w:val="003066E1"/>
    <w:rsid w:val="00306E6A"/>
    <w:rsid w:val="0031117B"/>
    <w:rsid w:val="0031174B"/>
    <w:rsid w:val="003125C1"/>
    <w:rsid w:val="00314086"/>
    <w:rsid w:val="00315069"/>
    <w:rsid w:val="003153BD"/>
    <w:rsid w:val="00316F34"/>
    <w:rsid w:val="003172FC"/>
    <w:rsid w:val="00317B4D"/>
    <w:rsid w:val="00320D05"/>
    <w:rsid w:val="00320EBF"/>
    <w:rsid w:val="00325A41"/>
    <w:rsid w:val="00325BA7"/>
    <w:rsid w:val="00326960"/>
    <w:rsid w:val="003272AB"/>
    <w:rsid w:val="003309B9"/>
    <w:rsid w:val="00330B28"/>
    <w:rsid w:val="00331147"/>
    <w:rsid w:val="003337C9"/>
    <w:rsid w:val="00334881"/>
    <w:rsid w:val="00335148"/>
    <w:rsid w:val="00335898"/>
    <w:rsid w:val="00335BA2"/>
    <w:rsid w:val="00335F13"/>
    <w:rsid w:val="00336150"/>
    <w:rsid w:val="00337864"/>
    <w:rsid w:val="00337E89"/>
    <w:rsid w:val="003401F1"/>
    <w:rsid w:val="003429C4"/>
    <w:rsid w:val="003430DE"/>
    <w:rsid w:val="00343670"/>
    <w:rsid w:val="0034458C"/>
    <w:rsid w:val="003446B7"/>
    <w:rsid w:val="0034526F"/>
    <w:rsid w:val="00345EB9"/>
    <w:rsid w:val="00346360"/>
    <w:rsid w:val="003475C6"/>
    <w:rsid w:val="00347C2D"/>
    <w:rsid w:val="003516C7"/>
    <w:rsid w:val="00352C99"/>
    <w:rsid w:val="00352CCE"/>
    <w:rsid w:val="00353016"/>
    <w:rsid w:val="0035381F"/>
    <w:rsid w:val="00353E68"/>
    <w:rsid w:val="003542DE"/>
    <w:rsid w:val="0035470D"/>
    <w:rsid w:val="00355794"/>
    <w:rsid w:val="00355BD6"/>
    <w:rsid w:val="003600E4"/>
    <w:rsid w:val="003634FD"/>
    <w:rsid w:val="003648D2"/>
    <w:rsid w:val="003649C3"/>
    <w:rsid w:val="003669BF"/>
    <w:rsid w:val="00370D97"/>
    <w:rsid w:val="003712BE"/>
    <w:rsid w:val="00371C83"/>
    <w:rsid w:val="00373E60"/>
    <w:rsid w:val="00376B7A"/>
    <w:rsid w:val="00376DF8"/>
    <w:rsid w:val="0037703F"/>
    <w:rsid w:val="003772E0"/>
    <w:rsid w:val="0038115B"/>
    <w:rsid w:val="0038189E"/>
    <w:rsid w:val="00381C91"/>
    <w:rsid w:val="003821B2"/>
    <w:rsid w:val="0038333E"/>
    <w:rsid w:val="00384C7D"/>
    <w:rsid w:val="00384FFD"/>
    <w:rsid w:val="00385E1B"/>
    <w:rsid w:val="00390C98"/>
    <w:rsid w:val="00392E35"/>
    <w:rsid w:val="00393238"/>
    <w:rsid w:val="00394625"/>
    <w:rsid w:val="00395952"/>
    <w:rsid w:val="003A10D9"/>
    <w:rsid w:val="003A1703"/>
    <w:rsid w:val="003A1A8B"/>
    <w:rsid w:val="003A21FE"/>
    <w:rsid w:val="003A32AF"/>
    <w:rsid w:val="003A3329"/>
    <w:rsid w:val="003A5D17"/>
    <w:rsid w:val="003B0DC1"/>
    <w:rsid w:val="003B1C56"/>
    <w:rsid w:val="003B3898"/>
    <w:rsid w:val="003B3E15"/>
    <w:rsid w:val="003B5346"/>
    <w:rsid w:val="003B535E"/>
    <w:rsid w:val="003B77A1"/>
    <w:rsid w:val="003B7F36"/>
    <w:rsid w:val="003C0859"/>
    <w:rsid w:val="003C124A"/>
    <w:rsid w:val="003C269E"/>
    <w:rsid w:val="003C670B"/>
    <w:rsid w:val="003D0B78"/>
    <w:rsid w:val="003D104A"/>
    <w:rsid w:val="003D2B32"/>
    <w:rsid w:val="003D5219"/>
    <w:rsid w:val="003D6F42"/>
    <w:rsid w:val="003E2FA2"/>
    <w:rsid w:val="003E337B"/>
    <w:rsid w:val="003E3425"/>
    <w:rsid w:val="003E3852"/>
    <w:rsid w:val="003E385D"/>
    <w:rsid w:val="003E40BB"/>
    <w:rsid w:val="003E410E"/>
    <w:rsid w:val="003E5127"/>
    <w:rsid w:val="003E65E9"/>
    <w:rsid w:val="003E7461"/>
    <w:rsid w:val="003E7FA1"/>
    <w:rsid w:val="003F157A"/>
    <w:rsid w:val="003F1FCF"/>
    <w:rsid w:val="003F22B1"/>
    <w:rsid w:val="003F3D5E"/>
    <w:rsid w:val="003F40A5"/>
    <w:rsid w:val="003F4D3A"/>
    <w:rsid w:val="003F4E92"/>
    <w:rsid w:val="003F4F66"/>
    <w:rsid w:val="003F794A"/>
    <w:rsid w:val="004000A5"/>
    <w:rsid w:val="0040157D"/>
    <w:rsid w:val="00401B7C"/>
    <w:rsid w:val="0040236D"/>
    <w:rsid w:val="00404682"/>
    <w:rsid w:val="00406173"/>
    <w:rsid w:val="00406E2A"/>
    <w:rsid w:val="00407CB8"/>
    <w:rsid w:val="00410BB8"/>
    <w:rsid w:val="00413AF6"/>
    <w:rsid w:val="00414284"/>
    <w:rsid w:val="004162CA"/>
    <w:rsid w:val="00417173"/>
    <w:rsid w:val="004172AE"/>
    <w:rsid w:val="00417A74"/>
    <w:rsid w:val="00417B51"/>
    <w:rsid w:val="0042037D"/>
    <w:rsid w:val="00424697"/>
    <w:rsid w:val="004246E5"/>
    <w:rsid w:val="00424C30"/>
    <w:rsid w:val="00425768"/>
    <w:rsid w:val="00426817"/>
    <w:rsid w:val="00426E5C"/>
    <w:rsid w:val="00430B5A"/>
    <w:rsid w:val="00431767"/>
    <w:rsid w:val="00432B0A"/>
    <w:rsid w:val="00433CE0"/>
    <w:rsid w:val="0043469B"/>
    <w:rsid w:val="00434849"/>
    <w:rsid w:val="004367DB"/>
    <w:rsid w:val="004403B6"/>
    <w:rsid w:val="00440631"/>
    <w:rsid w:val="00440C11"/>
    <w:rsid w:val="0044177D"/>
    <w:rsid w:val="00442BA6"/>
    <w:rsid w:val="00444935"/>
    <w:rsid w:val="004457D8"/>
    <w:rsid w:val="004475A4"/>
    <w:rsid w:val="00450153"/>
    <w:rsid w:val="00450677"/>
    <w:rsid w:val="00450AAB"/>
    <w:rsid w:val="004523EB"/>
    <w:rsid w:val="004546AF"/>
    <w:rsid w:val="00454CD2"/>
    <w:rsid w:val="00456209"/>
    <w:rsid w:val="0045798B"/>
    <w:rsid w:val="0045798D"/>
    <w:rsid w:val="004605CD"/>
    <w:rsid w:val="004609A8"/>
    <w:rsid w:val="004620D8"/>
    <w:rsid w:val="0046321D"/>
    <w:rsid w:val="00465156"/>
    <w:rsid w:val="0046578A"/>
    <w:rsid w:val="0046644E"/>
    <w:rsid w:val="00466A3B"/>
    <w:rsid w:val="004675DB"/>
    <w:rsid w:val="00471AEA"/>
    <w:rsid w:val="00472566"/>
    <w:rsid w:val="00472808"/>
    <w:rsid w:val="00472F43"/>
    <w:rsid w:val="00473F60"/>
    <w:rsid w:val="004745BB"/>
    <w:rsid w:val="00474C69"/>
    <w:rsid w:val="00474E26"/>
    <w:rsid w:val="00476374"/>
    <w:rsid w:val="00480786"/>
    <w:rsid w:val="00481D58"/>
    <w:rsid w:val="00483632"/>
    <w:rsid w:val="00483B04"/>
    <w:rsid w:val="00483B5B"/>
    <w:rsid w:val="00484B77"/>
    <w:rsid w:val="00485E51"/>
    <w:rsid w:val="00486855"/>
    <w:rsid w:val="004873DC"/>
    <w:rsid w:val="00490155"/>
    <w:rsid w:val="00490FC7"/>
    <w:rsid w:val="00491155"/>
    <w:rsid w:val="004930EE"/>
    <w:rsid w:val="00494BA5"/>
    <w:rsid w:val="00494C83"/>
    <w:rsid w:val="0049506C"/>
    <w:rsid w:val="0049768B"/>
    <w:rsid w:val="004A153F"/>
    <w:rsid w:val="004A1858"/>
    <w:rsid w:val="004A26CC"/>
    <w:rsid w:val="004A2B2F"/>
    <w:rsid w:val="004A34A4"/>
    <w:rsid w:val="004A36F4"/>
    <w:rsid w:val="004A46F1"/>
    <w:rsid w:val="004A5DD5"/>
    <w:rsid w:val="004A65A9"/>
    <w:rsid w:val="004A77C0"/>
    <w:rsid w:val="004B1DE2"/>
    <w:rsid w:val="004B31A0"/>
    <w:rsid w:val="004B3BFE"/>
    <w:rsid w:val="004B3E53"/>
    <w:rsid w:val="004B42A6"/>
    <w:rsid w:val="004B4F42"/>
    <w:rsid w:val="004B6112"/>
    <w:rsid w:val="004B6328"/>
    <w:rsid w:val="004B7167"/>
    <w:rsid w:val="004C0A0D"/>
    <w:rsid w:val="004C11E3"/>
    <w:rsid w:val="004C2BA7"/>
    <w:rsid w:val="004C549A"/>
    <w:rsid w:val="004C5B3F"/>
    <w:rsid w:val="004C71A8"/>
    <w:rsid w:val="004D11D4"/>
    <w:rsid w:val="004D12C4"/>
    <w:rsid w:val="004D4338"/>
    <w:rsid w:val="004D4B0F"/>
    <w:rsid w:val="004D4FCA"/>
    <w:rsid w:val="004D5092"/>
    <w:rsid w:val="004D6273"/>
    <w:rsid w:val="004D757B"/>
    <w:rsid w:val="004E04BD"/>
    <w:rsid w:val="004E1110"/>
    <w:rsid w:val="004E1A00"/>
    <w:rsid w:val="004E24F0"/>
    <w:rsid w:val="004E278D"/>
    <w:rsid w:val="004E3FCE"/>
    <w:rsid w:val="004E56C4"/>
    <w:rsid w:val="004E57F3"/>
    <w:rsid w:val="004E5A46"/>
    <w:rsid w:val="004E692B"/>
    <w:rsid w:val="004F02CF"/>
    <w:rsid w:val="004F0463"/>
    <w:rsid w:val="004F0AEA"/>
    <w:rsid w:val="004F1AD6"/>
    <w:rsid w:val="004F32F5"/>
    <w:rsid w:val="004F456A"/>
    <w:rsid w:val="004F60BF"/>
    <w:rsid w:val="004F64E9"/>
    <w:rsid w:val="004F680C"/>
    <w:rsid w:val="00500B67"/>
    <w:rsid w:val="00502292"/>
    <w:rsid w:val="00504415"/>
    <w:rsid w:val="00505438"/>
    <w:rsid w:val="005065BC"/>
    <w:rsid w:val="005112F7"/>
    <w:rsid w:val="005126F8"/>
    <w:rsid w:val="00512A9E"/>
    <w:rsid w:val="0051411F"/>
    <w:rsid w:val="0051424E"/>
    <w:rsid w:val="00516617"/>
    <w:rsid w:val="005166C4"/>
    <w:rsid w:val="00517628"/>
    <w:rsid w:val="005179AD"/>
    <w:rsid w:val="0052025E"/>
    <w:rsid w:val="0052084A"/>
    <w:rsid w:val="00520CD2"/>
    <w:rsid w:val="005244FE"/>
    <w:rsid w:val="005249DD"/>
    <w:rsid w:val="0052601F"/>
    <w:rsid w:val="00527300"/>
    <w:rsid w:val="005275CA"/>
    <w:rsid w:val="005300D7"/>
    <w:rsid w:val="005333C4"/>
    <w:rsid w:val="00533F82"/>
    <w:rsid w:val="00534364"/>
    <w:rsid w:val="00534F35"/>
    <w:rsid w:val="005363AD"/>
    <w:rsid w:val="00536AC4"/>
    <w:rsid w:val="00540980"/>
    <w:rsid w:val="00540A4D"/>
    <w:rsid w:val="00541047"/>
    <w:rsid w:val="00542C64"/>
    <w:rsid w:val="00544B99"/>
    <w:rsid w:val="00545E93"/>
    <w:rsid w:val="00546CAB"/>
    <w:rsid w:val="00547142"/>
    <w:rsid w:val="005508C7"/>
    <w:rsid w:val="00551C53"/>
    <w:rsid w:val="00552B25"/>
    <w:rsid w:val="00552D80"/>
    <w:rsid w:val="00552EA4"/>
    <w:rsid w:val="00553924"/>
    <w:rsid w:val="00553AE9"/>
    <w:rsid w:val="00554057"/>
    <w:rsid w:val="0055424A"/>
    <w:rsid w:val="00554B16"/>
    <w:rsid w:val="00555BF3"/>
    <w:rsid w:val="00555E59"/>
    <w:rsid w:val="00555E62"/>
    <w:rsid w:val="00556ED6"/>
    <w:rsid w:val="005572B9"/>
    <w:rsid w:val="00561178"/>
    <w:rsid w:val="00561769"/>
    <w:rsid w:val="005621F9"/>
    <w:rsid w:val="00562A74"/>
    <w:rsid w:val="00565C58"/>
    <w:rsid w:val="00566AE0"/>
    <w:rsid w:val="005701F5"/>
    <w:rsid w:val="0057053B"/>
    <w:rsid w:val="0057252E"/>
    <w:rsid w:val="005725CA"/>
    <w:rsid w:val="00572BC9"/>
    <w:rsid w:val="00573660"/>
    <w:rsid w:val="005739A7"/>
    <w:rsid w:val="00574012"/>
    <w:rsid w:val="005744FB"/>
    <w:rsid w:val="00575542"/>
    <w:rsid w:val="00576CF2"/>
    <w:rsid w:val="0057733D"/>
    <w:rsid w:val="00577977"/>
    <w:rsid w:val="0058021F"/>
    <w:rsid w:val="0058026C"/>
    <w:rsid w:val="005813A9"/>
    <w:rsid w:val="00583015"/>
    <w:rsid w:val="0058388A"/>
    <w:rsid w:val="005838D5"/>
    <w:rsid w:val="0058529B"/>
    <w:rsid w:val="005857F7"/>
    <w:rsid w:val="00585D64"/>
    <w:rsid w:val="0058784F"/>
    <w:rsid w:val="005914F6"/>
    <w:rsid w:val="00591FBD"/>
    <w:rsid w:val="005946B0"/>
    <w:rsid w:val="00595800"/>
    <w:rsid w:val="00596C20"/>
    <w:rsid w:val="00597992"/>
    <w:rsid w:val="005A0A02"/>
    <w:rsid w:val="005A2B14"/>
    <w:rsid w:val="005A3157"/>
    <w:rsid w:val="005A39B0"/>
    <w:rsid w:val="005A487A"/>
    <w:rsid w:val="005A5791"/>
    <w:rsid w:val="005B294D"/>
    <w:rsid w:val="005B3766"/>
    <w:rsid w:val="005B3C66"/>
    <w:rsid w:val="005B47FB"/>
    <w:rsid w:val="005B4A66"/>
    <w:rsid w:val="005B4B20"/>
    <w:rsid w:val="005B6878"/>
    <w:rsid w:val="005B6F22"/>
    <w:rsid w:val="005B755C"/>
    <w:rsid w:val="005C0689"/>
    <w:rsid w:val="005C0BA4"/>
    <w:rsid w:val="005C0CB6"/>
    <w:rsid w:val="005C11E3"/>
    <w:rsid w:val="005C145E"/>
    <w:rsid w:val="005C1A9C"/>
    <w:rsid w:val="005C1CAE"/>
    <w:rsid w:val="005C3361"/>
    <w:rsid w:val="005C6153"/>
    <w:rsid w:val="005C6C91"/>
    <w:rsid w:val="005D02A9"/>
    <w:rsid w:val="005D0D16"/>
    <w:rsid w:val="005D2971"/>
    <w:rsid w:val="005D36D8"/>
    <w:rsid w:val="005D41FB"/>
    <w:rsid w:val="005D5086"/>
    <w:rsid w:val="005D524C"/>
    <w:rsid w:val="005D5290"/>
    <w:rsid w:val="005D6818"/>
    <w:rsid w:val="005E019A"/>
    <w:rsid w:val="005E15D4"/>
    <w:rsid w:val="005E326E"/>
    <w:rsid w:val="005E4CBA"/>
    <w:rsid w:val="005E63BE"/>
    <w:rsid w:val="005E6C9E"/>
    <w:rsid w:val="005F002F"/>
    <w:rsid w:val="005F0E70"/>
    <w:rsid w:val="005F300E"/>
    <w:rsid w:val="005F3D76"/>
    <w:rsid w:val="005F5B78"/>
    <w:rsid w:val="006020E0"/>
    <w:rsid w:val="00602B93"/>
    <w:rsid w:val="00604A00"/>
    <w:rsid w:val="00605437"/>
    <w:rsid w:val="006115B7"/>
    <w:rsid w:val="00611D49"/>
    <w:rsid w:val="00612C71"/>
    <w:rsid w:val="00613548"/>
    <w:rsid w:val="006142C2"/>
    <w:rsid w:val="006159ED"/>
    <w:rsid w:val="00616E5A"/>
    <w:rsid w:val="0061722A"/>
    <w:rsid w:val="006172B5"/>
    <w:rsid w:val="006213BA"/>
    <w:rsid w:val="0062286F"/>
    <w:rsid w:val="0062405F"/>
    <w:rsid w:val="0062682E"/>
    <w:rsid w:val="00632C6B"/>
    <w:rsid w:val="006336E8"/>
    <w:rsid w:val="006340C3"/>
    <w:rsid w:val="006355F1"/>
    <w:rsid w:val="0063568A"/>
    <w:rsid w:val="00635B7D"/>
    <w:rsid w:val="00636428"/>
    <w:rsid w:val="00641238"/>
    <w:rsid w:val="00641B23"/>
    <w:rsid w:val="0064362F"/>
    <w:rsid w:val="006439C1"/>
    <w:rsid w:val="00644BD0"/>
    <w:rsid w:val="00645656"/>
    <w:rsid w:val="00646941"/>
    <w:rsid w:val="00646B53"/>
    <w:rsid w:val="00646EB2"/>
    <w:rsid w:val="0064711B"/>
    <w:rsid w:val="0065146E"/>
    <w:rsid w:val="00653291"/>
    <w:rsid w:val="00653845"/>
    <w:rsid w:val="00655946"/>
    <w:rsid w:val="00660617"/>
    <w:rsid w:val="00662BC2"/>
    <w:rsid w:val="00662CF3"/>
    <w:rsid w:val="0066415E"/>
    <w:rsid w:val="00665602"/>
    <w:rsid w:val="006665A9"/>
    <w:rsid w:val="00667C07"/>
    <w:rsid w:val="0067090E"/>
    <w:rsid w:val="006709C8"/>
    <w:rsid w:val="0067222E"/>
    <w:rsid w:val="00673C5C"/>
    <w:rsid w:val="0067655A"/>
    <w:rsid w:val="00676B1E"/>
    <w:rsid w:val="00681488"/>
    <w:rsid w:val="0068179D"/>
    <w:rsid w:val="00681F52"/>
    <w:rsid w:val="00682F60"/>
    <w:rsid w:val="0068362D"/>
    <w:rsid w:val="00683780"/>
    <w:rsid w:val="00684AB0"/>
    <w:rsid w:val="00684BDD"/>
    <w:rsid w:val="0068522E"/>
    <w:rsid w:val="0068609E"/>
    <w:rsid w:val="00686ADB"/>
    <w:rsid w:val="00687D5A"/>
    <w:rsid w:val="00692047"/>
    <w:rsid w:val="00692998"/>
    <w:rsid w:val="006936B2"/>
    <w:rsid w:val="006938A9"/>
    <w:rsid w:val="0069391A"/>
    <w:rsid w:val="00693F9B"/>
    <w:rsid w:val="006968B1"/>
    <w:rsid w:val="006A1501"/>
    <w:rsid w:val="006A28D5"/>
    <w:rsid w:val="006A3672"/>
    <w:rsid w:val="006A3976"/>
    <w:rsid w:val="006A3BE5"/>
    <w:rsid w:val="006A4DB2"/>
    <w:rsid w:val="006B172E"/>
    <w:rsid w:val="006B1A42"/>
    <w:rsid w:val="006B4AB1"/>
    <w:rsid w:val="006B4BD4"/>
    <w:rsid w:val="006C116E"/>
    <w:rsid w:val="006C2BF5"/>
    <w:rsid w:val="006C4570"/>
    <w:rsid w:val="006C4F18"/>
    <w:rsid w:val="006C5F3E"/>
    <w:rsid w:val="006C5F87"/>
    <w:rsid w:val="006C7030"/>
    <w:rsid w:val="006C75A1"/>
    <w:rsid w:val="006D0E7A"/>
    <w:rsid w:val="006D1831"/>
    <w:rsid w:val="006D1CC1"/>
    <w:rsid w:val="006D4202"/>
    <w:rsid w:val="006D4355"/>
    <w:rsid w:val="006D4FB4"/>
    <w:rsid w:val="006D6865"/>
    <w:rsid w:val="006D7451"/>
    <w:rsid w:val="006D767A"/>
    <w:rsid w:val="006D7E4A"/>
    <w:rsid w:val="006E0750"/>
    <w:rsid w:val="006E1CAB"/>
    <w:rsid w:val="006E3AD0"/>
    <w:rsid w:val="006E42EB"/>
    <w:rsid w:val="006E5340"/>
    <w:rsid w:val="006E6474"/>
    <w:rsid w:val="006E669F"/>
    <w:rsid w:val="006E734B"/>
    <w:rsid w:val="006E785F"/>
    <w:rsid w:val="006F05ED"/>
    <w:rsid w:val="006F26B6"/>
    <w:rsid w:val="006F3083"/>
    <w:rsid w:val="006F3AC8"/>
    <w:rsid w:val="006F58BB"/>
    <w:rsid w:val="00700AAB"/>
    <w:rsid w:val="00701625"/>
    <w:rsid w:val="00701BFC"/>
    <w:rsid w:val="007044B7"/>
    <w:rsid w:val="0070490D"/>
    <w:rsid w:val="00704E7C"/>
    <w:rsid w:val="00706278"/>
    <w:rsid w:val="00710798"/>
    <w:rsid w:val="00710E0C"/>
    <w:rsid w:val="007124F3"/>
    <w:rsid w:val="0071489F"/>
    <w:rsid w:val="00716397"/>
    <w:rsid w:val="007166F0"/>
    <w:rsid w:val="007170F9"/>
    <w:rsid w:val="007201BC"/>
    <w:rsid w:val="00722182"/>
    <w:rsid w:val="007222FE"/>
    <w:rsid w:val="00722C32"/>
    <w:rsid w:val="00725BD2"/>
    <w:rsid w:val="00726ACE"/>
    <w:rsid w:val="00730EA6"/>
    <w:rsid w:val="00731446"/>
    <w:rsid w:val="007335A7"/>
    <w:rsid w:val="007343B1"/>
    <w:rsid w:val="00734C3B"/>
    <w:rsid w:val="0073501A"/>
    <w:rsid w:val="007353F8"/>
    <w:rsid w:val="007412F9"/>
    <w:rsid w:val="00743287"/>
    <w:rsid w:val="00744785"/>
    <w:rsid w:val="0074489B"/>
    <w:rsid w:val="00746501"/>
    <w:rsid w:val="00747247"/>
    <w:rsid w:val="007474E3"/>
    <w:rsid w:val="00747AF8"/>
    <w:rsid w:val="0075052F"/>
    <w:rsid w:val="00751BE6"/>
    <w:rsid w:val="00753288"/>
    <w:rsid w:val="00753F07"/>
    <w:rsid w:val="007543C0"/>
    <w:rsid w:val="00754E8D"/>
    <w:rsid w:val="007552DC"/>
    <w:rsid w:val="00755E10"/>
    <w:rsid w:val="0075739F"/>
    <w:rsid w:val="00757BF9"/>
    <w:rsid w:val="0076008E"/>
    <w:rsid w:val="007608C6"/>
    <w:rsid w:val="007622ED"/>
    <w:rsid w:val="00762B70"/>
    <w:rsid w:val="007659A6"/>
    <w:rsid w:val="00765EB2"/>
    <w:rsid w:val="00765F83"/>
    <w:rsid w:val="007662D9"/>
    <w:rsid w:val="00766F73"/>
    <w:rsid w:val="0076774F"/>
    <w:rsid w:val="007720C2"/>
    <w:rsid w:val="00772BFE"/>
    <w:rsid w:val="007735A0"/>
    <w:rsid w:val="0077362D"/>
    <w:rsid w:val="00773D1C"/>
    <w:rsid w:val="00775DDF"/>
    <w:rsid w:val="0077623A"/>
    <w:rsid w:val="00776511"/>
    <w:rsid w:val="007772E7"/>
    <w:rsid w:val="00780D8E"/>
    <w:rsid w:val="00780F11"/>
    <w:rsid w:val="00781141"/>
    <w:rsid w:val="007814DD"/>
    <w:rsid w:val="00781BDF"/>
    <w:rsid w:val="007845B3"/>
    <w:rsid w:val="007870B8"/>
    <w:rsid w:val="00787640"/>
    <w:rsid w:val="00787892"/>
    <w:rsid w:val="007919E7"/>
    <w:rsid w:val="00791D16"/>
    <w:rsid w:val="00792142"/>
    <w:rsid w:val="007923A5"/>
    <w:rsid w:val="00792865"/>
    <w:rsid w:val="00795F28"/>
    <w:rsid w:val="007A0841"/>
    <w:rsid w:val="007A0C8C"/>
    <w:rsid w:val="007A202B"/>
    <w:rsid w:val="007A2925"/>
    <w:rsid w:val="007A497C"/>
    <w:rsid w:val="007A6365"/>
    <w:rsid w:val="007A6D96"/>
    <w:rsid w:val="007A715A"/>
    <w:rsid w:val="007A7515"/>
    <w:rsid w:val="007B0A53"/>
    <w:rsid w:val="007B1892"/>
    <w:rsid w:val="007B29BF"/>
    <w:rsid w:val="007B3765"/>
    <w:rsid w:val="007B3F33"/>
    <w:rsid w:val="007B44E6"/>
    <w:rsid w:val="007B57CF"/>
    <w:rsid w:val="007B5C44"/>
    <w:rsid w:val="007B5EB3"/>
    <w:rsid w:val="007C12A9"/>
    <w:rsid w:val="007C3953"/>
    <w:rsid w:val="007C6B4F"/>
    <w:rsid w:val="007C7435"/>
    <w:rsid w:val="007C79D1"/>
    <w:rsid w:val="007D04CC"/>
    <w:rsid w:val="007D0A60"/>
    <w:rsid w:val="007D53C2"/>
    <w:rsid w:val="007D640F"/>
    <w:rsid w:val="007D67FD"/>
    <w:rsid w:val="007D6A1E"/>
    <w:rsid w:val="007D7C74"/>
    <w:rsid w:val="007E19F7"/>
    <w:rsid w:val="007E2A0A"/>
    <w:rsid w:val="007E30AD"/>
    <w:rsid w:val="007E310D"/>
    <w:rsid w:val="007E4663"/>
    <w:rsid w:val="007E494E"/>
    <w:rsid w:val="007E4E65"/>
    <w:rsid w:val="007E6904"/>
    <w:rsid w:val="007E7D57"/>
    <w:rsid w:val="007F0997"/>
    <w:rsid w:val="007F15B9"/>
    <w:rsid w:val="007F16FA"/>
    <w:rsid w:val="007F2F21"/>
    <w:rsid w:val="007F3A70"/>
    <w:rsid w:val="007F4973"/>
    <w:rsid w:val="007F5A48"/>
    <w:rsid w:val="00800572"/>
    <w:rsid w:val="0080081A"/>
    <w:rsid w:val="00800901"/>
    <w:rsid w:val="008024C6"/>
    <w:rsid w:val="00803B69"/>
    <w:rsid w:val="00803D04"/>
    <w:rsid w:val="008071B2"/>
    <w:rsid w:val="00810AC1"/>
    <w:rsid w:val="008118FE"/>
    <w:rsid w:val="00811F7D"/>
    <w:rsid w:val="0081220F"/>
    <w:rsid w:val="00812C3F"/>
    <w:rsid w:val="00814086"/>
    <w:rsid w:val="00814BF8"/>
    <w:rsid w:val="00815A8D"/>
    <w:rsid w:val="008160E8"/>
    <w:rsid w:val="0082027C"/>
    <w:rsid w:val="00824882"/>
    <w:rsid w:val="00824E89"/>
    <w:rsid w:val="00825F0E"/>
    <w:rsid w:val="00826084"/>
    <w:rsid w:val="008266E5"/>
    <w:rsid w:val="00826A00"/>
    <w:rsid w:val="00827A75"/>
    <w:rsid w:val="00831679"/>
    <w:rsid w:val="00832BA3"/>
    <w:rsid w:val="008336DF"/>
    <w:rsid w:val="00834E49"/>
    <w:rsid w:val="008361C7"/>
    <w:rsid w:val="00836D90"/>
    <w:rsid w:val="0083715C"/>
    <w:rsid w:val="0084076D"/>
    <w:rsid w:val="00840CF9"/>
    <w:rsid w:val="00841B9D"/>
    <w:rsid w:val="008420F9"/>
    <w:rsid w:val="008427D3"/>
    <w:rsid w:val="0084348F"/>
    <w:rsid w:val="00843B8F"/>
    <w:rsid w:val="008464CE"/>
    <w:rsid w:val="00846A10"/>
    <w:rsid w:val="00850802"/>
    <w:rsid w:val="00850855"/>
    <w:rsid w:val="00851168"/>
    <w:rsid w:val="00851F57"/>
    <w:rsid w:val="00852FEC"/>
    <w:rsid w:val="008533EA"/>
    <w:rsid w:val="00856176"/>
    <w:rsid w:val="00857093"/>
    <w:rsid w:val="00862FEB"/>
    <w:rsid w:val="00863310"/>
    <w:rsid w:val="00863667"/>
    <w:rsid w:val="00863EC0"/>
    <w:rsid w:val="008641C7"/>
    <w:rsid w:val="00865D8C"/>
    <w:rsid w:val="00867022"/>
    <w:rsid w:val="008729FB"/>
    <w:rsid w:val="00872C4E"/>
    <w:rsid w:val="00873D66"/>
    <w:rsid w:val="0087475E"/>
    <w:rsid w:val="008747F6"/>
    <w:rsid w:val="00876147"/>
    <w:rsid w:val="00881993"/>
    <w:rsid w:val="00881B67"/>
    <w:rsid w:val="00881BAD"/>
    <w:rsid w:val="00882EDA"/>
    <w:rsid w:val="00885528"/>
    <w:rsid w:val="008860DD"/>
    <w:rsid w:val="00886CF9"/>
    <w:rsid w:val="00886DCC"/>
    <w:rsid w:val="00890205"/>
    <w:rsid w:val="00894023"/>
    <w:rsid w:val="00894EB2"/>
    <w:rsid w:val="008972BB"/>
    <w:rsid w:val="008A15E3"/>
    <w:rsid w:val="008A22FA"/>
    <w:rsid w:val="008A2486"/>
    <w:rsid w:val="008A2EF9"/>
    <w:rsid w:val="008A419F"/>
    <w:rsid w:val="008A4A92"/>
    <w:rsid w:val="008A4DA1"/>
    <w:rsid w:val="008A5E05"/>
    <w:rsid w:val="008A6824"/>
    <w:rsid w:val="008A6A97"/>
    <w:rsid w:val="008A7535"/>
    <w:rsid w:val="008B2AFB"/>
    <w:rsid w:val="008B3775"/>
    <w:rsid w:val="008B3C07"/>
    <w:rsid w:val="008B69B0"/>
    <w:rsid w:val="008C0B80"/>
    <w:rsid w:val="008C1352"/>
    <w:rsid w:val="008C2874"/>
    <w:rsid w:val="008C3C97"/>
    <w:rsid w:val="008C6A11"/>
    <w:rsid w:val="008C749D"/>
    <w:rsid w:val="008D1439"/>
    <w:rsid w:val="008D3162"/>
    <w:rsid w:val="008D3350"/>
    <w:rsid w:val="008D43FE"/>
    <w:rsid w:val="008D4425"/>
    <w:rsid w:val="008D50B0"/>
    <w:rsid w:val="008D5FC5"/>
    <w:rsid w:val="008D6200"/>
    <w:rsid w:val="008D7402"/>
    <w:rsid w:val="008D7C45"/>
    <w:rsid w:val="008E41E3"/>
    <w:rsid w:val="008E55CD"/>
    <w:rsid w:val="008E56F8"/>
    <w:rsid w:val="008E5FA4"/>
    <w:rsid w:val="008E650E"/>
    <w:rsid w:val="008E6549"/>
    <w:rsid w:val="008E779E"/>
    <w:rsid w:val="008F40BE"/>
    <w:rsid w:val="008F40BF"/>
    <w:rsid w:val="008F7723"/>
    <w:rsid w:val="008F7A89"/>
    <w:rsid w:val="008F7AA2"/>
    <w:rsid w:val="008F7BBB"/>
    <w:rsid w:val="008F7CB0"/>
    <w:rsid w:val="00900168"/>
    <w:rsid w:val="009001F4"/>
    <w:rsid w:val="00903C3C"/>
    <w:rsid w:val="009046CF"/>
    <w:rsid w:val="009050DA"/>
    <w:rsid w:val="00906797"/>
    <w:rsid w:val="00906CEB"/>
    <w:rsid w:val="0090787C"/>
    <w:rsid w:val="00907F92"/>
    <w:rsid w:val="00910833"/>
    <w:rsid w:val="009143C6"/>
    <w:rsid w:val="00914B8C"/>
    <w:rsid w:val="009212D7"/>
    <w:rsid w:val="00921927"/>
    <w:rsid w:val="009234F7"/>
    <w:rsid w:val="0092358D"/>
    <w:rsid w:val="00923631"/>
    <w:rsid w:val="0092388E"/>
    <w:rsid w:val="00925F2F"/>
    <w:rsid w:val="009273C0"/>
    <w:rsid w:val="0093000B"/>
    <w:rsid w:val="0093020F"/>
    <w:rsid w:val="00931D0E"/>
    <w:rsid w:val="009326AF"/>
    <w:rsid w:val="00932D0A"/>
    <w:rsid w:val="009330A2"/>
    <w:rsid w:val="00933BD7"/>
    <w:rsid w:val="00933BFC"/>
    <w:rsid w:val="00934EA0"/>
    <w:rsid w:val="00936D20"/>
    <w:rsid w:val="009379B8"/>
    <w:rsid w:val="00940AC9"/>
    <w:rsid w:val="00942DD7"/>
    <w:rsid w:val="009431FC"/>
    <w:rsid w:val="00943676"/>
    <w:rsid w:val="0094386D"/>
    <w:rsid w:val="009439CA"/>
    <w:rsid w:val="00945CA3"/>
    <w:rsid w:val="00946FA6"/>
    <w:rsid w:val="009510E1"/>
    <w:rsid w:val="009544F4"/>
    <w:rsid w:val="00954605"/>
    <w:rsid w:val="00954971"/>
    <w:rsid w:val="00954EAF"/>
    <w:rsid w:val="009559E1"/>
    <w:rsid w:val="00957228"/>
    <w:rsid w:val="0095766F"/>
    <w:rsid w:val="00967648"/>
    <w:rsid w:val="0096765A"/>
    <w:rsid w:val="00972F4A"/>
    <w:rsid w:val="009769CF"/>
    <w:rsid w:val="00977394"/>
    <w:rsid w:val="00980636"/>
    <w:rsid w:val="00983599"/>
    <w:rsid w:val="00984006"/>
    <w:rsid w:val="0098496A"/>
    <w:rsid w:val="00986BEB"/>
    <w:rsid w:val="00991389"/>
    <w:rsid w:val="00991489"/>
    <w:rsid w:val="00991C20"/>
    <w:rsid w:val="00992027"/>
    <w:rsid w:val="00993BC2"/>
    <w:rsid w:val="00993FBF"/>
    <w:rsid w:val="009951A2"/>
    <w:rsid w:val="009963E5"/>
    <w:rsid w:val="009966A5"/>
    <w:rsid w:val="00996993"/>
    <w:rsid w:val="00997BB7"/>
    <w:rsid w:val="009A33D5"/>
    <w:rsid w:val="009A38AC"/>
    <w:rsid w:val="009A4E9A"/>
    <w:rsid w:val="009A69C6"/>
    <w:rsid w:val="009A6B6A"/>
    <w:rsid w:val="009A6CDC"/>
    <w:rsid w:val="009A6D9E"/>
    <w:rsid w:val="009A6F23"/>
    <w:rsid w:val="009B0B0E"/>
    <w:rsid w:val="009B0E59"/>
    <w:rsid w:val="009B0E69"/>
    <w:rsid w:val="009B17A6"/>
    <w:rsid w:val="009B204C"/>
    <w:rsid w:val="009B2F5C"/>
    <w:rsid w:val="009B3F89"/>
    <w:rsid w:val="009B7917"/>
    <w:rsid w:val="009C075D"/>
    <w:rsid w:val="009C0A52"/>
    <w:rsid w:val="009C0AB7"/>
    <w:rsid w:val="009C0E50"/>
    <w:rsid w:val="009C0EAC"/>
    <w:rsid w:val="009C183E"/>
    <w:rsid w:val="009C3937"/>
    <w:rsid w:val="009D04C4"/>
    <w:rsid w:val="009D057A"/>
    <w:rsid w:val="009D058A"/>
    <w:rsid w:val="009D05CD"/>
    <w:rsid w:val="009D0907"/>
    <w:rsid w:val="009D0A75"/>
    <w:rsid w:val="009D0D98"/>
    <w:rsid w:val="009D1303"/>
    <w:rsid w:val="009D1BB2"/>
    <w:rsid w:val="009D2367"/>
    <w:rsid w:val="009D23B7"/>
    <w:rsid w:val="009D2D43"/>
    <w:rsid w:val="009D4BC6"/>
    <w:rsid w:val="009D55B8"/>
    <w:rsid w:val="009E438C"/>
    <w:rsid w:val="009E4750"/>
    <w:rsid w:val="009E4B9C"/>
    <w:rsid w:val="009E5157"/>
    <w:rsid w:val="009E57E1"/>
    <w:rsid w:val="009E599A"/>
    <w:rsid w:val="009E655D"/>
    <w:rsid w:val="009E7E84"/>
    <w:rsid w:val="009F1269"/>
    <w:rsid w:val="009F1EE8"/>
    <w:rsid w:val="009F2CD7"/>
    <w:rsid w:val="009F4812"/>
    <w:rsid w:val="009F6FC2"/>
    <w:rsid w:val="00A00235"/>
    <w:rsid w:val="00A00DFA"/>
    <w:rsid w:val="00A00FDE"/>
    <w:rsid w:val="00A01C51"/>
    <w:rsid w:val="00A023D3"/>
    <w:rsid w:val="00A04CF2"/>
    <w:rsid w:val="00A04D74"/>
    <w:rsid w:val="00A132AC"/>
    <w:rsid w:val="00A13311"/>
    <w:rsid w:val="00A1403C"/>
    <w:rsid w:val="00A17983"/>
    <w:rsid w:val="00A2108B"/>
    <w:rsid w:val="00A21CA4"/>
    <w:rsid w:val="00A22784"/>
    <w:rsid w:val="00A2355D"/>
    <w:rsid w:val="00A241A1"/>
    <w:rsid w:val="00A2527A"/>
    <w:rsid w:val="00A25C8A"/>
    <w:rsid w:val="00A26CC0"/>
    <w:rsid w:val="00A31979"/>
    <w:rsid w:val="00A32211"/>
    <w:rsid w:val="00A32D26"/>
    <w:rsid w:val="00A33E97"/>
    <w:rsid w:val="00A351ED"/>
    <w:rsid w:val="00A354B5"/>
    <w:rsid w:val="00A37112"/>
    <w:rsid w:val="00A403E1"/>
    <w:rsid w:val="00A427E8"/>
    <w:rsid w:val="00A42A27"/>
    <w:rsid w:val="00A4446D"/>
    <w:rsid w:val="00A45CD2"/>
    <w:rsid w:val="00A46A2D"/>
    <w:rsid w:val="00A47CFB"/>
    <w:rsid w:val="00A47E99"/>
    <w:rsid w:val="00A47E9D"/>
    <w:rsid w:val="00A51F44"/>
    <w:rsid w:val="00A52289"/>
    <w:rsid w:val="00A532F8"/>
    <w:rsid w:val="00A5335F"/>
    <w:rsid w:val="00A53A63"/>
    <w:rsid w:val="00A53A6B"/>
    <w:rsid w:val="00A54C43"/>
    <w:rsid w:val="00A55033"/>
    <w:rsid w:val="00A555E7"/>
    <w:rsid w:val="00A568C9"/>
    <w:rsid w:val="00A56B6D"/>
    <w:rsid w:val="00A56D85"/>
    <w:rsid w:val="00A610EA"/>
    <w:rsid w:val="00A61326"/>
    <w:rsid w:val="00A62C57"/>
    <w:rsid w:val="00A64875"/>
    <w:rsid w:val="00A658F4"/>
    <w:rsid w:val="00A66E9B"/>
    <w:rsid w:val="00A67AE6"/>
    <w:rsid w:val="00A67C60"/>
    <w:rsid w:val="00A70FD4"/>
    <w:rsid w:val="00A71460"/>
    <w:rsid w:val="00A744BC"/>
    <w:rsid w:val="00A74902"/>
    <w:rsid w:val="00A755A8"/>
    <w:rsid w:val="00A75859"/>
    <w:rsid w:val="00A76B51"/>
    <w:rsid w:val="00A776A0"/>
    <w:rsid w:val="00A77FB1"/>
    <w:rsid w:val="00A80247"/>
    <w:rsid w:val="00A82D9A"/>
    <w:rsid w:val="00A8351C"/>
    <w:rsid w:val="00A83E29"/>
    <w:rsid w:val="00A84F5E"/>
    <w:rsid w:val="00A876BA"/>
    <w:rsid w:val="00A918CD"/>
    <w:rsid w:val="00A919E8"/>
    <w:rsid w:val="00A9216A"/>
    <w:rsid w:val="00A92BD4"/>
    <w:rsid w:val="00A93E13"/>
    <w:rsid w:val="00A94CE5"/>
    <w:rsid w:val="00A953B0"/>
    <w:rsid w:val="00AA1488"/>
    <w:rsid w:val="00AA16A7"/>
    <w:rsid w:val="00AA337F"/>
    <w:rsid w:val="00AA364A"/>
    <w:rsid w:val="00AA39B1"/>
    <w:rsid w:val="00AA5AB1"/>
    <w:rsid w:val="00AA6354"/>
    <w:rsid w:val="00AA69C4"/>
    <w:rsid w:val="00AA7BF3"/>
    <w:rsid w:val="00AB00BD"/>
    <w:rsid w:val="00AB0AFF"/>
    <w:rsid w:val="00AB1210"/>
    <w:rsid w:val="00AB1322"/>
    <w:rsid w:val="00AB1703"/>
    <w:rsid w:val="00AB5455"/>
    <w:rsid w:val="00AB553F"/>
    <w:rsid w:val="00AB7CD3"/>
    <w:rsid w:val="00AC0025"/>
    <w:rsid w:val="00AC06E1"/>
    <w:rsid w:val="00AC25B9"/>
    <w:rsid w:val="00AC3706"/>
    <w:rsid w:val="00AC6090"/>
    <w:rsid w:val="00AD1836"/>
    <w:rsid w:val="00AD30C0"/>
    <w:rsid w:val="00AD326C"/>
    <w:rsid w:val="00AD405D"/>
    <w:rsid w:val="00AD451E"/>
    <w:rsid w:val="00AD47D8"/>
    <w:rsid w:val="00AD4DA2"/>
    <w:rsid w:val="00AD5AF7"/>
    <w:rsid w:val="00AD71D9"/>
    <w:rsid w:val="00AD7494"/>
    <w:rsid w:val="00AE05F0"/>
    <w:rsid w:val="00AE0EB8"/>
    <w:rsid w:val="00AE2015"/>
    <w:rsid w:val="00AE3325"/>
    <w:rsid w:val="00AE49E1"/>
    <w:rsid w:val="00AE4AFC"/>
    <w:rsid w:val="00AE520E"/>
    <w:rsid w:val="00AE5611"/>
    <w:rsid w:val="00AE5F86"/>
    <w:rsid w:val="00AE6858"/>
    <w:rsid w:val="00AF0742"/>
    <w:rsid w:val="00AF0982"/>
    <w:rsid w:val="00AF2031"/>
    <w:rsid w:val="00AF35E0"/>
    <w:rsid w:val="00AF4300"/>
    <w:rsid w:val="00AF5343"/>
    <w:rsid w:val="00AF5A5C"/>
    <w:rsid w:val="00AF7490"/>
    <w:rsid w:val="00AF75C3"/>
    <w:rsid w:val="00AF7D75"/>
    <w:rsid w:val="00B00320"/>
    <w:rsid w:val="00B0116E"/>
    <w:rsid w:val="00B03565"/>
    <w:rsid w:val="00B06BC3"/>
    <w:rsid w:val="00B06DD2"/>
    <w:rsid w:val="00B109C4"/>
    <w:rsid w:val="00B10FF3"/>
    <w:rsid w:val="00B149A3"/>
    <w:rsid w:val="00B174C5"/>
    <w:rsid w:val="00B219EB"/>
    <w:rsid w:val="00B21C77"/>
    <w:rsid w:val="00B23005"/>
    <w:rsid w:val="00B23249"/>
    <w:rsid w:val="00B27F18"/>
    <w:rsid w:val="00B3051A"/>
    <w:rsid w:val="00B33A45"/>
    <w:rsid w:val="00B36844"/>
    <w:rsid w:val="00B42365"/>
    <w:rsid w:val="00B43906"/>
    <w:rsid w:val="00B43A15"/>
    <w:rsid w:val="00B442DC"/>
    <w:rsid w:val="00B4444F"/>
    <w:rsid w:val="00B4473E"/>
    <w:rsid w:val="00B44F11"/>
    <w:rsid w:val="00B45295"/>
    <w:rsid w:val="00B45814"/>
    <w:rsid w:val="00B46B4C"/>
    <w:rsid w:val="00B52758"/>
    <w:rsid w:val="00B56D13"/>
    <w:rsid w:val="00B56FE6"/>
    <w:rsid w:val="00B60078"/>
    <w:rsid w:val="00B60C13"/>
    <w:rsid w:val="00B617ED"/>
    <w:rsid w:val="00B61D1D"/>
    <w:rsid w:val="00B628F1"/>
    <w:rsid w:val="00B6332E"/>
    <w:rsid w:val="00B641AA"/>
    <w:rsid w:val="00B64A7D"/>
    <w:rsid w:val="00B64DA2"/>
    <w:rsid w:val="00B6603B"/>
    <w:rsid w:val="00B66294"/>
    <w:rsid w:val="00B6684A"/>
    <w:rsid w:val="00B66E5E"/>
    <w:rsid w:val="00B70EF2"/>
    <w:rsid w:val="00B731B2"/>
    <w:rsid w:val="00B73396"/>
    <w:rsid w:val="00B73714"/>
    <w:rsid w:val="00B74A1B"/>
    <w:rsid w:val="00B74A4E"/>
    <w:rsid w:val="00B827A2"/>
    <w:rsid w:val="00B83A43"/>
    <w:rsid w:val="00B83E22"/>
    <w:rsid w:val="00B85099"/>
    <w:rsid w:val="00B850A1"/>
    <w:rsid w:val="00B9227C"/>
    <w:rsid w:val="00B929F6"/>
    <w:rsid w:val="00B963F2"/>
    <w:rsid w:val="00BA0897"/>
    <w:rsid w:val="00BA0B0D"/>
    <w:rsid w:val="00BA1ADD"/>
    <w:rsid w:val="00BA45EF"/>
    <w:rsid w:val="00BA5877"/>
    <w:rsid w:val="00BA6D3E"/>
    <w:rsid w:val="00BB21BB"/>
    <w:rsid w:val="00BB27C2"/>
    <w:rsid w:val="00BB51C3"/>
    <w:rsid w:val="00BB568B"/>
    <w:rsid w:val="00BB6543"/>
    <w:rsid w:val="00BB6B7A"/>
    <w:rsid w:val="00BB7277"/>
    <w:rsid w:val="00BC1323"/>
    <w:rsid w:val="00BC3B6B"/>
    <w:rsid w:val="00BC4665"/>
    <w:rsid w:val="00BC557D"/>
    <w:rsid w:val="00BC7A19"/>
    <w:rsid w:val="00BD01CF"/>
    <w:rsid w:val="00BD1202"/>
    <w:rsid w:val="00BD3DCD"/>
    <w:rsid w:val="00BD43E4"/>
    <w:rsid w:val="00BD4866"/>
    <w:rsid w:val="00BD5F7D"/>
    <w:rsid w:val="00BD74F1"/>
    <w:rsid w:val="00BE2219"/>
    <w:rsid w:val="00BE2CA6"/>
    <w:rsid w:val="00BE3C51"/>
    <w:rsid w:val="00BE3FB6"/>
    <w:rsid w:val="00BE51B4"/>
    <w:rsid w:val="00BE631C"/>
    <w:rsid w:val="00BE6E1D"/>
    <w:rsid w:val="00BF21F4"/>
    <w:rsid w:val="00BF2BAB"/>
    <w:rsid w:val="00BF2EEB"/>
    <w:rsid w:val="00BF4434"/>
    <w:rsid w:val="00BF5734"/>
    <w:rsid w:val="00BF59F7"/>
    <w:rsid w:val="00BF70AB"/>
    <w:rsid w:val="00C01543"/>
    <w:rsid w:val="00C0287A"/>
    <w:rsid w:val="00C02E1A"/>
    <w:rsid w:val="00C0322A"/>
    <w:rsid w:val="00C03BD4"/>
    <w:rsid w:val="00C03D4F"/>
    <w:rsid w:val="00C04A6D"/>
    <w:rsid w:val="00C05A22"/>
    <w:rsid w:val="00C11A7C"/>
    <w:rsid w:val="00C11F45"/>
    <w:rsid w:val="00C12A0A"/>
    <w:rsid w:val="00C1377B"/>
    <w:rsid w:val="00C1443B"/>
    <w:rsid w:val="00C14B78"/>
    <w:rsid w:val="00C15012"/>
    <w:rsid w:val="00C15ED9"/>
    <w:rsid w:val="00C1706C"/>
    <w:rsid w:val="00C20562"/>
    <w:rsid w:val="00C20F2C"/>
    <w:rsid w:val="00C2169C"/>
    <w:rsid w:val="00C21B9E"/>
    <w:rsid w:val="00C22438"/>
    <w:rsid w:val="00C24C9D"/>
    <w:rsid w:val="00C271D6"/>
    <w:rsid w:val="00C273E9"/>
    <w:rsid w:val="00C27E2D"/>
    <w:rsid w:val="00C31E19"/>
    <w:rsid w:val="00C327B3"/>
    <w:rsid w:val="00C34721"/>
    <w:rsid w:val="00C34952"/>
    <w:rsid w:val="00C35601"/>
    <w:rsid w:val="00C369EB"/>
    <w:rsid w:val="00C37030"/>
    <w:rsid w:val="00C41882"/>
    <w:rsid w:val="00C43634"/>
    <w:rsid w:val="00C43B24"/>
    <w:rsid w:val="00C441C7"/>
    <w:rsid w:val="00C44697"/>
    <w:rsid w:val="00C44C73"/>
    <w:rsid w:val="00C44D1F"/>
    <w:rsid w:val="00C452E5"/>
    <w:rsid w:val="00C457F3"/>
    <w:rsid w:val="00C469A6"/>
    <w:rsid w:val="00C47589"/>
    <w:rsid w:val="00C477E6"/>
    <w:rsid w:val="00C50763"/>
    <w:rsid w:val="00C511FE"/>
    <w:rsid w:val="00C52411"/>
    <w:rsid w:val="00C5356C"/>
    <w:rsid w:val="00C54E82"/>
    <w:rsid w:val="00C56843"/>
    <w:rsid w:val="00C66BBA"/>
    <w:rsid w:val="00C67E68"/>
    <w:rsid w:val="00C70382"/>
    <w:rsid w:val="00C71B67"/>
    <w:rsid w:val="00C7299E"/>
    <w:rsid w:val="00C752CB"/>
    <w:rsid w:val="00C761EE"/>
    <w:rsid w:val="00C77300"/>
    <w:rsid w:val="00C822D2"/>
    <w:rsid w:val="00C8353D"/>
    <w:rsid w:val="00C84061"/>
    <w:rsid w:val="00C854B7"/>
    <w:rsid w:val="00C85622"/>
    <w:rsid w:val="00C90B91"/>
    <w:rsid w:val="00C92C3B"/>
    <w:rsid w:val="00C93F14"/>
    <w:rsid w:val="00C94691"/>
    <w:rsid w:val="00C94C1E"/>
    <w:rsid w:val="00C966C0"/>
    <w:rsid w:val="00C96A34"/>
    <w:rsid w:val="00CA0242"/>
    <w:rsid w:val="00CA03DA"/>
    <w:rsid w:val="00CA164E"/>
    <w:rsid w:val="00CA32D7"/>
    <w:rsid w:val="00CA3AA1"/>
    <w:rsid w:val="00CA5870"/>
    <w:rsid w:val="00CA5CF7"/>
    <w:rsid w:val="00CA65CC"/>
    <w:rsid w:val="00CA6691"/>
    <w:rsid w:val="00CA6BC3"/>
    <w:rsid w:val="00CA6FF7"/>
    <w:rsid w:val="00CA71AF"/>
    <w:rsid w:val="00CB0BAC"/>
    <w:rsid w:val="00CB4446"/>
    <w:rsid w:val="00CB7D7C"/>
    <w:rsid w:val="00CC058D"/>
    <w:rsid w:val="00CC309D"/>
    <w:rsid w:val="00CC35E3"/>
    <w:rsid w:val="00CC44A8"/>
    <w:rsid w:val="00CC4637"/>
    <w:rsid w:val="00CD04FE"/>
    <w:rsid w:val="00CD095E"/>
    <w:rsid w:val="00CD1FBB"/>
    <w:rsid w:val="00CD26F4"/>
    <w:rsid w:val="00CD28EE"/>
    <w:rsid w:val="00CD3589"/>
    <w:rsid w:val="00CD426C"/>
    <w:rsid w:val="00CD4AFB"/>
    <w:rsid w:val="00CD6B13"/>
    <w:rsid w:val="00CE085D"/>
    <w:rsid w:val="00CE0DE8"/>
    <w:rsid w:val="00CE18F4"/>
    <w:rsid w:val="00CE228D"/>
    <w:rsid w:val="00CE264C"/>
    <w:rsid w:val="00CE2858"/>
    <w:rsid w:val="00CE41A0"/>
    <w:rsid w:val="00CE4DD6"/>
    <w:rsid w:val="00CE6166"/>
    <w:rsid w:val="00CE7401"/>
    <w:rsid w:val="00CF1120"/>
    <w:rsid w:val="00CF2724"/>
    <w:rsid w:val="00CF2AD9"/>
    <w:rsid w:val="00CF3817"/>
    <w:rsid w:val="00CF47B8"/>
    <w:rsid w:val="00CF6F6F"/>
    <w:rsid w:val="00CF74CF"/>
    <w:rsid w:val="00D00B4A"/>
    <w:rsid w:val="00D012D7"/>
    <w:rsid w:val="00D018B3"/>
    <w:rsid w:val="00D01A98"/>
    <w:rsid w:val="00D01B6E"/>
    <w:rsid w:val="00D048C0"/>
    <w:rsid w:val="00D04BB3"/>
    <w:rsid w:val="00D04F45"/>
    <w:rsid w:val="00D07F28"/>
    <w:rsid w:val="00D10272"/>
    <w:rsid w:val="00D10E4B"/>
    <w:rsid w:val="00D1122D"/>
    <w:rsid w:val="00D1130A"/>
    <w:rsid w:val="00D11FA0"/>
    <w:rsid w:val="00D12D6D"/>
    <w:rsid w:val="00D14202"/>
    <w:rsid w:val="00D14DBE"/>
    <w:rsid w:val="00D167C0"/>
    <w:rsid w:val="00D206CB"/>
    <w:rsid w:val="00D226CE"/>
    <w:rsid w:val="00D22FE4"/>
    <w:rsid w:val="00D233E8"/>
    <w:rsid w:val="00D2401D"/>
    <w:rsid w:val="00D24B46"/>
    <w:rsid w:val="00D25E77"/>
    <w:rsid w:val="00D26E65"/>
    <w:rsid w:val="00D27B81"/>
    <w:rsid w:val="00D30A52"/>
    <w:rsid w:val="00D30A9B"/>
    <w:rsid w:val="00D30E41"/>
    <w:rsid w:val="00D35791"/>
    <w:rsid w:val="00D35F43"/>
    <w:rsid w:val="00D37650"/>
    <w:rsid w:val="00D37B01"/>
    <w:rsid w:val="00D424F1"/>
    <w:rsid w:val="00D42BA4"/>
    <w:rsid w:val="00D430D4"/>
    <w:rsid w:val="00D44272"/>
    <w:rsid w:val="00D444D3"/>
    <w:rsid w:val="00D44523"/>
    <w:rsid w:val="00D45B72"/>
    <w:rsid w:val="00D47632"/>
    <w:rsid w:val="00D500D0"/>
    <w:rsid w:val="00D502E4"/>
    <w:rsid w:val="00D51D90"/>
    <w:rsid w:val="00D52CF4"/>
    <w:rsid w:val="00D5591F"/>
    <w:rsid w:val="00D5688A"/>
    <w:rsid w:val="00D57046"/>
    <w:rsid w:val="00D57DB4"/>
    <w:rsid w:val="00D57EB8"/>
    <w:rsid w:val="00D57F94"/>
    <w:rsid w:val="00D60124"/>
    <w:rsid w:val="00D60232"/>
    <w:rsid w:val="00D604AB"/>
    <w:rsid w:val="00D626AC"/>
    <w:rsid w:val="00D63565"/>
    <w:rsid w:val="00D644A4"/>
    <w:rsid w:val="00D64EB0"/>
    <w:rsid w:val="00D65781"/>
    <w:rsid w:val="00D67FCA"/>
    <w:rsid w:val="00D70443"/>
    <w:rsid w:val="00D73ACE"/>
    <w:rsid w:val="00D74344"/>
    <w:rsid w:val="00D76DCC"/>
    <w:rsid w:val="00D81E89"/>
    <w:rsid w:val="00D821BD"/>
    <w:rsid w:val="00D8289D"/>
    <w:rsid w:val="00D82A12"/>
    <w:rsid w:val="00D833BB"/>
    <w:rsid w:val="00D834ED"/>
    <w:rsid w:val="00D84D60"/>
    <w:rsid w:val="00D85323"/>
    <w:rsid w:val="00D8567C"/>
    <w:rsid w:val="00D8678A"/>
    <w:rsid w:val="00D87036"/>
    <w:rsid w:val="00D9018C"/>
    <w:rsid w:val="00D90866"/>
    <w:rsid w:val="00D90E51"/>
    <w:rsid w:val="00D91863"/>
    <w:rsid w:val="00D93053"/>
    <w:rsid w:val="00D940ED"/>
    <w:rsid w:val="00D9469E"/>
    <w:rsid w:val="00D97138"/>
    <w:rsid w:val="00D97F7C"/>
    <w:rsid w:val="00DA0452"/>
    <w:rsid w:val="00DA1F03"/>
    <w:rsid w:val="00DA6FC1"/>
    <w:rsid w:val="00DA797F"/>
    <w:rsid w:val="00DB13DB"/>
    <w:rsid w:val="00DB1A4E"/>
    <w:rsid w:val="00DB21B6"/>
    <w:rsid w:val="00DB38FB"/>
    <w:rsid w:val="00DB3DF8"/>
    <w:rsid w:val="00DB4772"/>
    <w:rsid w:val="00DB56AD"/>
    <w:rsid w:val="00DC06E4"/>
    <w:rsid w:val="00DC0995"/>
    <w:rsid w:val="00DC2AE1"/>
    <w:rsid w:val="00DC3BAD"/>
    <w:rsid w:val="00DC404F"/>
    <w:rsid w:val="00DC4DE1"/>
    <w:rsid w:val="00DC4F54"/>
    <w:rsid w:val="00DD051F"/>
    <w:rsid w:val="00DD14D0"/>
    <w:rsid w:val="00DD160D"/>
    <w:rsid w:val="00DD1D03"/>
    <w:rsid w:val="00DD2E49"/>
    <w:rsid w:val="00DD2FA7"/>
    <w:rsid w:val="00DD3017"/>
    <w:rsid w:val="00DD78C8"/>
    <w:rsid w:val="00DE0715"/>
    <w:rsid w:val="00DE1BC9"/>
    <w:rsid w:val="00DE318B"/>
    <w:rsid w:val="00DE32CE"/>
    <w:rsid w:val="00DE588A"/>
    <w:rsid w:val="00DE671D"/>
    <w:rsid w:val="00DE6B7C"/>
    <w:rsid w:val="00DE7DC4"/>
    <w:rsid w:val="00DF0A3B"/>
    <w:rsid w:val="00DF2035"/>
    <w:rsid w:val="00DF27D7"/>
    <w:rsid w:val="00DF33BC"/>
    <w:rsid w:val="00DF3467"/>
    <w:rsid w:val="00DF367D"/>
    <w:rsid w:val="00DF5638"/>
    <w:rsid w:val="00DF5BF7"/>
    <w:rsid w:val="00DF668C"/>
    <w:rsid w:val="00DF6987"/>
    <w:rsid w:val="00DF6A96"/>
    <w:rsid w:val="00E0009F"/>
    <w:rsid w:val="00E00B8B"/>
    <w:rsid w:val="00E011B0"/>
    <w:rsid w:val="00E01506"/>
    <w:rsid w:val="00E01F84"/>
    <w:rsid w:val="00E048D9"/>
    <w:rsid w:val="00E052F2"/>
    <w:rsid w:val="00E05EB2"/>
    <w:rsid w:val="00E06023"/>
    <w:rsid w:val="00E101EA"/>
    <w:rsid w:val="00E14C60"/>
    <w:rsid w:val="00E15AB4"/>
    <w:rsid w:val="00E15F91"/>
    <w:rsid w:val="00E16645"/>
    <w:rsid w:val="00E17A87"/>
    <w:rsid w:val="00E241BB"/>
    <w:rsid w:val="00E24C1B"/>
    <w:rsid w:val="00E2725D"/>
    <w:rsid w:val="00E31629"/>
    <w:rsid w:val="00E316D7"/>
    <w:rsid w:val="00E31B7B"/>
    <w:rsid w:val="00E31E70"/>
    <w:rsid w:val="00E331AA"/>
    <w:rsid w:val="00E3329E"/>
    <w:rsid w:val="00E35DE7"/>
    <w:rsid w:val="00E36460"/>
    <w:rsid w:val="00E3699D"/>
    <w:rsid w:val="00E41500"/>
    <w:rsid w:val="00E41800"/>
    <w:rsid w:val="00E4507A"/>
    <w:rsid w:val="00E45584"/>
    <w:rsid w:val="00E4580E"/>
    <w:rsid w:val="00E461BC"/>
    <w:rsid w:val="00E473F1"/>
    <w:rsid w:val="00E4740C"/>
    <w:rsid w:val="00E50AD0"/>
    <w:rsid w:val="00E50DAA"/>
    <w:rsid w:val="00E5123D"/>
    <w:rsid w:val="00E51D44"/>
    <w:rsid w:val="00E51ED1"/>
    <w:rsid w:val="00E52955"/>
    <w:rsid w:val="00E530B6"/>
    <w:rsid w:val="00E561C9"/>
    <w:rsid w:val="00E57B64"/>
    <w:rsid w:val="00E60147"/>
    <w:rsid w:val="00E60817"/>
    <w:rsid w:val="00E62ECE"/>
    <w:rsid w:val="00E632FD"/>
    <w:rsid w:val="00E63C5B"/>
    <w:rsid w:val="00E63F48"/>
    <w:rsid w:val="00E658CF"/>
    <w:rsid w:val="00E65FEA"/>
    <w:rsid w:val="00E67ACD"/>
    <w:rsid w:val="00E742B3"/>
    <w:rsid w:val="00E7433D"/>
    <w:rsid w:val="00E746AE"/>
    <w:rsid w:val="00E75092"/>
    <w:rsid w:val="00E75852"/>
    <w:rsid w:val="00E75EFF"/>
    <w:rsid w:val="00E7617F"/>
    <w:rsid w:val="00E76779"/>
    <w:rsid w:val="00E82529"/>
    <w:rsid w:val="00E8281D"/>
    <w:rsid w:val="00E82F6F"/>
    <w:rsid w:val="00E83300"/>
    <w:rsid w:val="00E8344F"/>
    <w:rsid w:val="00E836DB"/>
    <w:rsid w:val="00E86CB2"/>
    <w:rsid w:val="00E86F5D"/>
    <w:rsid w:val="00E87334"/>
    <w:rsid w:val="00E87D8F"/>
    <w:rsid w:val="00E87E41"/>
    <w:rsid w:val="00E906A9"/>
    <w:rsid w:val="00E920BA"/>
    <w:rsid w:val="00E92567"/>
    <w:rsid w:val="00E92A65"/>
    <w:rsid w:val="00E967C2"/>
    <w:rsid w:val="00E96D7A"/>
    <w:rsid w:val="00EB0CAD"/>
    <w:rsid w:val="00EB1D0E"/>
    <w:rsid w:val="00EB3D62"/>
    <w:rsid w:val="00EB7345"/>
    <w:rsid w:val="00EC156F"/>
    <w:rsid w:val="00EC267F"/>
    <w:rsid w:val="00EC290F"/>
    <w:rsid w:val="00EC3194"/>
    <w:rsid w:val="00EC32BF"/>
    <w:rsid w:val="00EC3EF2"/>
    <w:rsid w:val="00EC402F"/>
    <w:rsid w:val="00EC4623"/>
    <w:rsid w:val="00EC51A2"/>
    <w:rsid w:val="00EC6981"/>
    <w:rsid w:val="00EC7443"/>
    <w:rsid w:val="00ED0871"/>
    <w:rsid w:val="00ED0DB2"/>
    <w:rsid w:val="00ED115F"/>
    <w:rsid w:val="00ED136D"/>
    <w:rsid w:val="00ED25B5"/>
    <w:rsid w:val="00ED25B9"/>
    <w:rsid w:val="00ED3A3F"/>
    <w:rsid w:val="00ED4274"/>
    <w:rsid w:val="00ED46AD"/>
    <w:rsid w:val="00ED5122"/>
    <w:rsid w:val="00ED538E"/>
    <w:rsid w:val="00ED5BB9"/>
    <w:rsid w:val="00ED7B61"/>
    <w:rsid w:val="00EE05AC"/>
    <w:rsid w:val="00EE184F"/>
    <w:rsid w:val="00EE2942"/>
    <w:rsid w:val="00EE2BCC"/>
    <w:rsid w:val="00EE3B04"/>
    <w:rsid w:val="00EE3BD8"/>
    <w:rsid w:val="00EE6593"/>
    <w:rsid w:val="00EE6E45"/>
    <w:rsid w:val="00EF22E4"/>
    <w:rsid w:val="00EF2B71"/>
    <w:rsid w:val="00EF4496"/>
    <w:rsid w:val="00EF4C8F"/>
    <w:rsid w:val="00EF4D7D"/>
    <w:rsid w:val="00EF4FC9"/>
    <w:rsid w:val="00EF51C0"/>
    <w:rsid w:val="00EF7448"/>
    <w:rsid w:val="00EF7F28"/>
    <w:rsid w:val="00F01362"/>
    <w:rsid w:val="00F014BB"/>
    <w:rsid w:val="00F0173E"/>
    <w:rsid w:val="00F01D51"/>
    <w:rsid w:val="00F029B6"/>
    <w:rsid w:val="00F032D3"/>
    <w:rsid w:val="00F03FD7"/>
    <w:rsid w:val="00F0421B"/>
    <w:rsid w:val="00F0433D"/>
    <w:rsid w:val="00F07F52"/>
    <w:rsid w:val="00F12163"/>
    <w:rsid w:val="00F1329D"/>
    <w:rsid w:val="00F1411E"/>
    <w:rsid w:val="00F155E0"/>
    <w:rsid w:val="00F158FD"/>
    <w:rsid w:val="00F177BF"/>
    <w:rsid w:val="00F22053"/>
    <w:rsid w:val="00F221F2"/>
    <w:rsid w:val="00F2290D"/>
    <w:rsid w:val="00F2297E"/>
    <w:rsid w:val="00F22A6F"/>
    <w:rsid w:val="00F24A72"/>
    <w:rsid w:val="00F24B6A"/>
    <w:rsid w:val="00F24DBB"/>
    <w:rsid w:val="00F25518"/>
    <w:rsid w:val="00F264C5"/>
    <w:rsid w:val="00F26B64"/>
    <w:rsid w:val="00F26E72"/>
    <w:rsid w:val="00F272EF"/>
    <w:rsid w:val="00F273C4"/>
    <w:rsid w:val="00F276C6"/>
    <w:rsid w:val="00F30D53"/>
    <w:rsid w:val="00F33DF4"/>
    <w:rsid w:val="00F34A14"/>
    <w:rsid w:val="00F34F3E"/>
    <w:rsid w:val="00F363FB"/>
    <w:rsid w:val="00F3680A"/>
    <w:rsid w:val="00F36B1D"/>
    <w:rsid w:val="00F374C9"/>
    <w:rsid w:val="00F4008A"/>
    <w:rsid w:val="00F4010D"/>
    <w:rsid w:val="00F40B85"/>
    <w:rsid w:val="00F417D1"/>
    <w:rsid w:val="00F430BB"/>
    <w:rsid w:val="00F437CC"/>
    <w:rsid w:val="00F43EB0"/>
    <w:rsid w:val="00F4424D"/>
    <w:rsid w:val="00F46D9D"/>
    <w:rsid w:val="00F46E2B"/>
    <w:rsid w:val="00F474B0"/>
    <w:rsid w:val="00F477AC"/>
    <w:rsid w:val="00F514DF"/>
    <w:rsid w:val="00F52144"/>
    <w:rsid w:val="00F5274F"/>
    <w:rsid w:val="00F52CAA"/>
    <w:rsid w:val="00F53573"/>
    <w:rsid w:val="00F55EFF"/>
    <w:rsid w:val="00F56704"/>
    <w:rsid w:val="00F5699E"/>
    <w:rsid w:val="00F57EC2"/>
    <w:rsid w:val="00F60A63"/>
    <w:rsid w:val="00F60E87"/>
    <w:rsid w:val="00F6232B"/>
    <w:rsid w:val="00F63696"/>
    <w:rsid w:val="00F652B0"/>
    <w:rsid w:val="00F65F91"/>
    <w:rsid w:val="00F66359"/>
    <w:rsid w:val="00F66E10"/>
    <w:rsid w:val="00F66E5C"/>
    <w:rsid w:val="00F712A4"/>
    <w:rsid w:val="00F71FEC"/>
    <w:rsid w:val="00F72D7D"/>
    <w:rsid w:val="00F72FC5"/>
    <w:rsid w:val="00F73B3A"/>
    <w:rsid w:val="00F74D60"/>
    <w:rsid w:val="00F761CE"/>
    <w:rsid w:val="00F76CA1"/>
    <w:rsid w:val="00F80A1E"/>
    <w:rsid w:val="00F81A7D"/>
    <w:rsid w:val="00F820CD"/>
    <w:rsid w:val="00F82722"/>
    <w:rsid w:val="00F835AF"/>
    <w:rsid w:val="00F840AA"/>
    <w:rsid w:val="00F8480D"/>
    <w:rsid w:val="00F85D31"/>
    <w:rsid w:val="00F865B4"/>
    <w:rsid w:val="00F900F4"/>
    <w:rsid w:val="00F90248"/>
    <w:rsid w:val="00F904FC"/>
    <w:rsid w:val="00F90EAF"/>
    <w:rsid w:val="00F91252"/>
    <w:rsid w:val="00F92180"/>
    <w:rsid w:val="00F92A03"/>
    <w:rsid w:val="00F92E96"/>
    <w:rsid w:val="00F940EA"/>
    <w:rsid w:val="00F94365"/>
    <w:rsid w:val="00F9450C"/>
    <w:rsid w:val="00F95001"/>
    <w:rsid w:val="00F97437"/>
    <w:rsid w:val="00FA044A"/>
    <w:rsid w:val="00FA2CD8"/>
    <w:rsid w:val="00FA2D97"/>
    <w:rsid w:val="00FA5699"/>
    <w:rsid w:val="00FA6242"/>
    <w:rsid w:val="00FA71A8"/>
    <w:rsid w:val="00FB0C21"/>
    <w:rsid w:val="00FB2EE0"/>
    <w:rsid w:val="00FB4A81"/>
    <w:rsid w:val="00FB6826"/>
    <w:rsid w:val="00FB6CEB"/>
    <w:rsid w:val="00FC0F9A"/>
    <w:rsid w:val="00FC1049"/>
    <w:rsid w:val="00FC3D99"/>
    <w:rsid w:val="00FC4E1C"/>
    <w:rsid w:val="00FC53F4"/>
    <w:rsid w:val="00FC69E1"/>
    <w:rsid w:val="00FC70C4"/>
    <w:rsid w:val="00FC7638"/>
    <w:rsid w:val="00FC76EF"/>
    <w:rsid w:val="00FD2D1A"/>
    <w:rsid w:val="00FD4552"/>
    <w:rsid w:val="00FD45C0"/>
    <w:rsid w:val="00FD4F8C"/>
    <w:rsid w:val="00FD5599"/>
    <w:rsid w:val="00FD5AFA"/>
    <w:rsid w:val="00FD6A3F"/>
    <w:rsid w:val="00FE0F96"/>
    <w:rsid w:val="00FE1498"/>
    <w:rsid w:val="00FE187D"/>
    <w:rsid w:val="00FE2A99"/>
    <w:rsid w:val="00FE3BE1"/>
    <w:rsid w:val="00FE4800"/>
    <w:rsid w:val="00FE5090"/>
    <w:rsid w:val="00FE6B68"/>
    <w:rsid w:val="00FF228B"/>
    <w:rsid w:val="00FF381F"/>
    <w:rsid w:val="00FF47A1"/>
    <w:rsid w:val="00FF6CE5"/>
    <w:rsid w:val="00FF7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631"/>
    <w:pPr>
      <w:spacing w:after="200" w:line="276" w:lineRule="auto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gwek3">
    <w:name w:val="Nagłówek3"/>
    <w:basedOn w:val="Normal"/>
    <w:next w:val="Subtitle"/>
    <w:uiPriority w:val="99"/>
    <w:rsid w:val="00440631"/>
    <w:pPr>
      <w:suppressAutoHyphens/>
      <w:spacing w:after="0" w:line="240" w:lineRule="auto"/>
      <w:jc w:val="center"/>
    </w:pPr>
    <w:rPr>
      <w:b/>
      <w:bCs/>
      <w:sz w:val="32"/>
      <w:szCs w:val="32"/>
      <w:lang w:eastAsia="zh-CN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440631"/>
    <w:pPr>
      <w:keepNext/>
      <w:suppressAutoHyphens/>
      <w:spacing w:before="240" w:after="120" w:line="240" w:lineRule="auto"/>
      <w:jc w:val="center"/>
    </w:pPr>
    <w:rPr>
      <w:rFonts w:ascii="Arial" w:eastAsia="Times New Roman" w:hAnsi="Arial" w:cs="Arial"/>
      <w:i/>
      <w:iCs/>
      <w:sz w:val="28"/>
      <w:szCs w:val="28"/>
      <w:lang w:eastAsia="zh-C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40631"/>
    <w:rPr>
      <w:rFonts w:ascii="Arial" w:hAnsi="Arial" w:cs="Arial"/>
      <w:i/>
      <w:iCs/>
      <w:sz w:val="28"/>
      <w:szCs w:val="28"/>
      <w:lang w:eastAsia="zh-CN"/>
    </w:rPr>
  </w:style>
  <w:style w:type="paragraph" w:styleId="BodyText">
    <w:name w:val="Body Text"/>
    <w:basedOn w:val="Normal"/>
    <w:link w:val="BodyTextChar"/>
    <w:uiPriority w:val="99"/>
    <w:rsid w:val="004406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40631"/>
    <w:rPr>
      <w:rFonts w:eastAsia="Times New Roman"/>
    </w:rPr>
  </w:style>
  <w:style w:type="paragraph" w:styleId="Header">
    <w:name w:val="header"/>
    <w:basedOn w:val="Normal"/>
    <w:link w:val="HeaderChar"/>
    <w:uiPriority w:val="99"/>
    <w:rsid w:val="00440631"/>
    <w:pPr>
      <w:tabs>
        <w:tab w:val="center" w:pos="4536"/>
        <w:tab w:val="right" w:pos="9072"/>
      </w:tabs>
      <w:suppressAutoHyphens/>
      <w:spacing w:after="0" w:line="240" w:lineRule="auto"/>
    </w:pPr>
    <w:rPr>
      <w:sz w:val="20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40631"/>
    <w:rPr>
      <w:rFonts w:eastAsia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4406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440631"/>
    <w:pPr>
      <w:ind w:left="720"/>
    </w:pPr>
  </w:style>
  <w:style w:type="character" w:customStyle="1" w:styleId="Teksttreci3">
    <w:name w:val="Tekst treści (3)"/>
    <w:uiPriority w:val="99"/>
    <w:rsid w:val="00440631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single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07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98</Words>
  <Characters>590</Characters>
  <Application>Microsoft Office Outlook</Application>
  <DocSecurity>0</DocSecurity>
  <Lines>0</Lines>
  <Paragraphs>0</Paragraphs>
  <ScaleCrop>false</ScaleCrop>
  <Company>UM Krotoszyn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</dc:title>
  <dc:subject/>
  <dc:creator>user</dc:creator>
  <cp:keywords/>
  <dc:description/>
  <cp:lastModifiedBy>mw</cp:lastModifiedBy>
  <cp:revision>3</cp:revision>
  <dcterms:created xsi:type="dcterms:W3CDTF">2021-12-28T13:23:00Z</dcterms:created>
  <dcterms:modified xsi:type="dcterms:W3CDTF">2021-12-28T13:26:00Z</dcterms:modified>
</cp:coreProperties>
</file>